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EA" w:rsidRDefault="00DA2EC3" w:rsidP="009D7543">
      <w:pPr>
        <w:jc w:val="both"/>
      </w:pPr>
      <w:r>
        <w:t>Memória de Cálculo</w:t>
      </w:r>
    </w:p>
    <w:p w:rsidR="00DA2EC3" w:rsidRDefault="00DA2EC3" w:rsidP="009D7543">
      <w:pPr>
        <w:pStyle w:val="PargrafodaLista"/>
        <w:numPr>
          <w:ilvl w:val="0"/>
          <w:numId w:val="1"/>
        </w:numPr>
        <w:jc w:val="both"/>
      </w:pPr>
      <w:r>
        <w:t>Serviços Preliminares:</w:t>
      </w:r>
    </w:p>
    <w:p w:rsidR="00DA2EC3" w:rsidRDefault="00DA2EC3" w:rsidP="009D7543">
      <w:pPr>
        <w:pStyle w:val="PargrafodaLista"/>
        <w:numPr>
          <w:ilvl w:val="1"/>
          <w:numId w:val="2"/>
        </w:numPr>
        <w:jc w:val="both"/>
      </w:pPr>
      <w:r>
        <w:t>Placa de identificação de obra pública, inclusive pintura</w:t>
      </w:r>
      <w:proofErr w:type="gramStart"/>
      <w:r>
        <w:t xml:space="preserve">  </w:t>
      </w:r>
      <w:proofErr w:type="gramEnd"/>
      <w:r>
        <w:t xml:space="preserve">e suporte de madeira. Fornecimento e colocação </w:t>
      </w:r>
    </w:p>
    <w:p w:rsidR="00DA2EC3" w:rsidRPr="00DA2EC3" w:rsidRDefault="00DA2EC3" w:rsidP="009D7543">
      <w:pPr>
        <w:ind w:left="360"/>
        <w:jc w:val="both"/>
      </w:pPr>
      <w:proofErr w:type="spellStart"/>
      <w:proofErr w:type="gramStart"/>
      <w:r w:rsidRPr="00DA2EC3">
        <w:t>LargxCompr</w:t>
      </w:r>
      <w:proofErr w:type="spellEnd"/>
      <w:proofErr w:type="gramEnd"/>
      <w:r w:rsidRPr="00DA2EC3">
        <w:t xml:space="preserve"> = 2m x 3m = 6 m² </w:t>
      </w:r>
    </w:p>
    <w:p w:rsidR="00DA2EC3" w:rsidRDefault="00DA2EC3" w:rsidP="009D7543">
      <w:pPr>
        <w:pStyle w:val="PargrafodaLista"/>
        <w:numPr>
          <w:ilvl w:val="1"/>
          <w:numId w:val="2"/>
        </w:numPr>
        <w:jc w:val="both"/>
      </w:pPr>
      <w:r>
        <w:t>Instalação e ligação provisória para abastecimento</w:t>
      </w:r>
      <w:proofErr w:type="gramStart"/>
      <w:r>
        <w:t xml:space="preserve">  </w:t>
      </w:r>
      <w:proofErr w:type="gramEnd"/>
      <w:r>
        <w:t xml:space="preserve">de água e esgotamento sanitário em canteiro de obras </w:t>
      </w:r>
    </w:p>
    <w:p w:rsidR="00CA6DBC" w:rsidRDefault="00CA6DBC" w:rsidP="009D7543">
      <w:pPr>
        <w:ind w:left="360"/>
        <w:jc w:val="both"/>
      </w:pPr>
      <w:proofErr w:type="gramStart"/>
      <w:r>
        <w:t>1</w:t>
      </w:r>
      <w:proofErr w:type="gramEnd"/>
      <w:r>
        <w:t xml:space="preserve"> </w:t>
      </w:r>
      <w:proofErr w:type="spellStart"/>
      <w:r>
        <w:t>und</w:t>
      </w:r>
      <w:proofErr w:type="spellEnd"/>
    </w:p>
    <w:p w:rsidR="00CA6DBC" w:rsidRDefault="00CA6DBC" w:rsidP="009D7543">
      <w:pPr>
        <w:ind w:left="360"/>
        <w:jc w:val="both"/>
      </w:pPr>
      <w:r>
        <w:t xml:space="preserve">1.3 Instalação e ligação provisória de alimentação de energia elétrica, em baixa </w:t>
      </w:r>
      <w:r w:rsidR="0093145D">
        <w:t>tensão,</w:t>
      </w:r>
      <w:r>
        <w:t xml:space="preserve"> para canteiro de obras m³ chave </w:t>
      </w:r>
      <w:r w:rsidR="0093145D">
        <w:t>100A,</w:t>
      </w:r>
      <w:r>
        <w:t xml:space="preserve"> Carga</w:t>
      </w:r>
      <w:r w:rsidR="0093145D">
        <w:t xml:space="preserve"> </w:t>
      </w:r>
      <w:r>
        <w:t xml:space="preserve">3 </w:t>
      </w:r>
      <w:proofErr w:type="spellStart"/>
      <w:proofErr w:type="gramStart"/>
      <w:r>
        <w:t>Kw</w:t>
      </w:r>
      <w:proofErr w:type="spellEnd"/>
      <w:proofErr w:type="gramEnd"/>
      <w:r>
        <w:t xml:space="preserve">, 20 </w:t>
      </w:r>
      <w:proofErr w:type="spellStart"/>
      <w:r>
        <w:t>Cv</w:t>
      </w:r>
      <w:proofErr w:type="spellEnd"/>
      <w:r>
        <w:t xml:space="preserve"> exclusive o fornecimento de medidor </w:t>
      </w:r>
    </w:p>
    <w:p w:rsidR="00CA6DBC" w:rsidRDefault="00CA6DBC" w:rsidP="009D7543">
      <w:pPr>
        <w:ind w:left="360"/>
        <w:jc w:val="both"/>
      </w:pPr>
      <w:proofErr w:type="gramStart"/>
      <w:r>
        <w:t>1</w:t>
      </w:r>
      <w:proofErr w:type="gramEnd"/>
      <w:r>
        <w:t xml:space="preserve"> </w:t>
      </w:r>
      <w:proofErr w:type="spellStart"/>
      <w:r>
        <w:t>und</w:t>
      </w:r>
      <w:proofErr w:type="spellEnd"/>
    </w:p>
    <w:p w:rsidR="00CA6DBC" w:rsidRDefault="00CA6DBC" w:rsidP="009D7543">
      <w:pPr>
        <w:pStyle w:val="PargrafodaLista"/>
        <w:numPr>
          <w:ilvl w:val="1"/>
          <w:numId w:val="2"/>
        </w:numPr>
        <w:jc w:val="both"/>
      </w:pPr>
      <w:r>
        <w:t xml:space="preserve">Limpeza manual do terreno </w:t>
      </w:r>
    </w:p>
    <w:p w:rsidR="00CA6DBC" w:rsidRDefault="00CA6DBC" w:rsidP="009D7543">
      <w:pPr>
        <w:ind w:left="360"/>
        <w:jc w:val="both"/>
      </w:pPr>
      <w:r>
        <w:t>21,24m x 4,3 m = 91,33 m²</w:t>
      </w:r>
    </w:p>
    <w:p w:rsidR="00CA6DBC" w:rsidRDefault="0093145D" w:rsidP="009D7543">
      <w:pPr>
        <w:ind w:left="360"/>
        <w:jc w:val="both"/>
      </w:pPr>
      <w:proofErr w:type="gramStart"/>
      <w:r>
        <w:t xml:space="preserve">1.4 </w:t>
      </w:r>
      <w:r w:rsidR="00CA6DBC">
        <w:t>Levantamento</w:t>
      </w:r>
      <w:proofErr w:type="gramEnd"/>
      <w:r w:rsidR="00CA6DBC">
        <w:t xml:space="preserve"> topográfico </w:t>
      </w:r>
      <w:proofErr w:type="spellStart"/>
      <w:r w:rsidR="00CA6DBC">
        <w:t>planoaltimetrico</w:t>
      </w:r>
      <w:proofErr w:type="spellEnd"/>
      <w:r w:rsidR="00CA6DBC">
        <w:t xml:space="preserve"> e cadastral com curvas de nível a cada 1 m considerando terreno de topografia não acidentada e vegetação rasa custo para área de até 500 m²</w:t>
      </w:r>
    </w:p>
    <w:p w:rsidR="0093145D" w:rsidRDefault="0093145D" w:rsidP="009D7543">
      <w:pPr>
        <w:pStyle w:val="PargrafodaLista"/>
        <w:numPr>
          <w:ilvl w:val="0"/>
          <w:numId w:val="3"/>
        </w:numPr>
        <w:jc w:val="both"/>
      </w:pPr>
      <w:proofErr w:type="spellStart"/>
      <w:proofErr w:type="gramStart"/>
      <w:r>
        <w:t>und</w:t>
      </w:r>
      <w:proofErr w:type="spellEnd"/>
      <w:proofErr w:type="gramEnd"/>
      <w:r>
        <w:t xml:space="preserve"> </w:t>
      </w:r>
    </w:p>
    <w:p w:rsidR="0093145D" w:rsidRDefault="0093145D" w:rsidP="009D7543">
      <w:pPr>
        <w:ind w:left="360"/>
        <w:jc w:val="both"/>
      </w:pPr>
      <w:proofErr w:type="gramStart"/>
      <w:r>
        <w:t>1.5 marcação</w:t>
      </w:r>
      <w:proofErr w:type="gramEnd"/>
      <w:r>
        <w:t xml:space="preserve"> de obra </w:t>
      </w:r>
    </w:p>
    <w:p w:rsidR="0093145D" w:rsidRDefault="0093145D" w:rsidP="009D7543">
      <w:pPr>
        <w:ind w:left="360"/>
        <w:jc w:val="both"/>
      </w:pPr>
      <w:r>
        <w:t>21,24 m x 1,00m = 21,24 m²</w:t>
      </w:r>
    </w:p>
    <w:p w:rsidR="0093145D" w:rsidRDefault="0093145D" w:rsidP="009D7543">
      <w:pPr>
        <w:pStyle w:val="PargrafodaLista"/>
        <w:numPr>
          <w:ilvl w:val="1"/>
          <w:numId w:val="3"/>
        </w:numPr>
        <w:jc w:val="both"/>
      </w:pPr>
      <w:r>
        <w:t>Acerto mecânico de talude (Corte e Aterro)</w:t>
      </w:r>
    </w:p>
    <w:p w:rsidR="0093145D" w:rsidRDefault="0093145D" w:rsidP="009D7543">
      <w:pPr>
        <w:ind w:left="360"/>
        <w:jc w:val="both"/>
      </w:pPr>
      <w:r>
        <w:t>21,24 m x 1,00 m = 21,24 m²</w:t>
      </w:r>
    </w:p>
    <w:p w:rsidR="00C817F4" w:rsidRDefault="00C817F4" w:rsidP="00C817F4">
      <w:pPr>
        <w:pStyle w:val="PargrafodaLista"/>
        <w:numPr>
          <w:ilvl w:val="1"/>
          <w:numId w:val="3"/>
        </w:numPr>
        <w:jc w:val="both"/>
      </w:pPr>
      <w:r>
        <w:t xml:space="preserve">Instalação do </w:t>
      </w:r>
      <w:proofErr w:type="spellStart"/>
      <w:r>
        <w:t>Hidrometro</w:t>
      </w:r>
      <w:proofErr w:type="spellEnd"/>
    </w:p>
    <w:p w:rsidR="00C817F4" w:rsidRDefault="00276950" w:rsidP="00276950">
      <w:pPr>
        <w:pStyle w:val="PargrafodaLista"/>
        <w:jc w:val="both"/>
      </w:pPr>
      <w:r>
        <w:t>1</w:t>
      </w:r>
      <w:r w:rsidR="00C817F4">
        <w:t>und</w:t>
      </w:r>
    </w:p>
    <w:p w:rsidR="00276950" w:rsidRDefault="00276950" w:rsidP="00105F6A">
      <w:pPr>
        <w:ind w:left="360"/>
        <w:jc w:val="both"/>
      </w:pPr>
      <w:proofErr w:type="gramStart"/>
      <w:r>
        <w:t>1.8 Instalação</w:t>
      </w:r>
      <w:proofErr w:type="gramEnd"/>
      <w:r>
        <w:t xml:space="preserve"> relógio medidor Light</w:t>
      </w:r>
    </w:p>
    <w:p w:rsidR="00276950" w:rsidRDefault="00276950" w:rsidP="00105F6A">
      <w:pPr>
        <w:pStyle w:val="PargrafodaLista"/>
        <w:numPr>
          <w:ilvl w:val="0"/>
          <w:numId w:val="5"/>
        </w:numPr>
        <w:jc w:val="both"/>
      </w:pPr>
      <w:proofErr w:type="spellStart"/>
      <w:proofErr w:type="gramStart"/>
      <w:r>
        <w:t>und</w:t>
      </w:r>
      <w:proofErr w:type="spellEnd"/>
      <w:proofErr w:type="gramEnd"/>
    </w:p>
    <w:p w:rsidR="00105F6A" w:rsidRDefault="00105F6A" w:rsidP="00105F6A">
      <w:pPr>
        <w:pStyle w:val="PargrafodaLista"/>
        <w:numPr>
          <w:ilvl w:val="1"/>
          <w:numId w:val="5"/>
        </w:numPr>
        <w:jc w:val="both"/>
      </w:pPr>
      <w:bookmarkStart w:id="0" w:name="_GoBack"/>
      <w:bookmarkEnd w:id="0"/>
      <w:r>
        <w:t>Demolição</w:t>
      </w:r>
    </w:p>
    <w:p w:rsidR="00105F6A" w:rsidRDefault="001E4AC3" w:rsidP="00105F6A">
      <w:pPr>
        <w:pStyle w:val="PargrafodaLista"/>
        <w:ind w:left="1080"/>
        <w:jc w:val="both"/>
      </w:pPr>
      <w:r>
        <w:t>21,24m X 4,30 m</w:t>
      </w:r>
      <w:r w:rsidR="00105F6A">
        <w:t xml:space="preserve"> </w:t>
      </w:r>
      <w:r>
        <w:t>= 91,33 m²</w:t>
      </w:r>
    </w:p>
    <w:p w:rsidR="00105F6A" w:rsidRDefault="00105F6A" w:rsidP="00105F6A">
      <w:pPr>
        <w:pStyle w:val="PargrafodaLista"/>
        <w:jc w:val="both"/>
      </w:pPr>
    </w:p>
    <w:p w:rsidR="00F52194" w:rsidRDefault="00C00A4A" w:rsidP="00105F6A">
      <w:pPr>
        <w:pStyle w:val="PargrafodaLista"/>
        <w:numPr>
          <w:ilvl w:val="0"/>
          <w:numId w:val="5"/>
        </w:numPr>
        <w:jc w:val="both"/>
      </w:pPr>
      <w:r>
        <w:t>Escavação:</w:t>
      </w:r>
    </w:p>
    <w:p w:rsidR="00F52194" w:rsidRDefault="00D411B5" w:rsidP="009D7543">
      <w:pPr>
        <w:ind w:left="360"/>
        <w:jc w:val="both"/>
      </w:pPr>
      <w:r>
        <w:lastRenderedPageBreak/>
        <w:t xml:space="preserve">2.1 </w:t>
      </w:r>
      <w:r w:rsidR="00000658">
        <w:t xml:space="preserve">Escavação manual de vala/cava </w:t>
      </w:r>
      <w:r w:rsidR="00C00A4A">
        <w:t>em material de 1ª categoria (</w:t>
      </w:r>
      <w:proofErr w:type="spellStart"/>
      <w:proofErr w:type="gramStart"/>
      <w:r w:rsidR="00C00A4A">
        <w:t>areia,</w:t>
      </w:r>
      <w:proofErr w:type="gramEnd"/>
      <w:r w:rsidR="00C00A4A">
        <w:t>argila</w:t>
      </w:r>
      <w:proofErr w:type="spellEnd"/>
      <w:r w:rsidR="00C00A4A">
        <w:t xml:space="preserve"> ou </w:t>
      </w:r>
      <w:proofErr w:type="spellStart"/>
      <w:r w:rsidR="00C00A4A">
        <w:t>picarra</w:t>
      </w:r>
      <w:proofErr w:type="spellEnd"/>
      <w:r w:rsidR="00C00A4A">
        <w:t xml:space="preserve">) entre 1,0 e 1,5 m de profundidade , exclusive escoramento  e esgotamento </w:t>
      </w:r>
    </w:p>
    <w:p w:rsidR="00C00A4A" w:rsidRDefault="00C00A4A" w:rsidP="009D7543">
      <w:pPr>
        <w:ind w:left="360"/>
        <w:jc w:val="both"/>
      </w:pPr>
      <w:r>
        <w:t>Largura x comprimento x altura = total (m³)</w:t>
      </w:r>
    </w:p>
    <w:p w:rsidR="00C00A4A" w:rsidRDefault="00C00A4A" w:rsidP="009D7543">
      <w:pPr>
        <w:ind w:left="360"/>
        <w:jc w:val="both"/>
      </w:pPr>
      <w:r>
        <w:t>1</w:t>
      </w:r>
      <w:r w:rsidR="00D411B5">
        <w:t>,2</w:t>
      </w:r>
      <w:r>
        <w:t>m x 1</w:t>
      </w:r>
      <w:r w:rsidR="00D411B5">
        <w:t xml:space="preserve">,2m x 1,2 m = 1,728 m³ x </w:t>
      </w:r>
      <w:proofErr w:type="gramStart"/>
      <w:r w:rsidR="00D411B5">
        <w:t>7</w:t>
      </w:r>
      <w:proofErr w:type="gramEnd"/>
      <w:r w:rsidR="00D411B5">
        <w:t xml:space="preserve"> sapatas = 12,1</w:t>
      </w:r>
      <w:r>
        <w:t xml:space="preserve"> m³</w:t>
      </w:r>
    </w:p>
    <w:p w:rsidR="00C00A4A" w:rsidRDefault="00C00A4A" w:rsidP="007C15CC">
      <w:pPr>
        <w:jc w:val="both"/>
      </w:pPr>
    </w:p>
    <w:p w:rsidR="00C00A4A" w:rsidRDefault="00C00A4A" w:rsidP="009D7543">
      <w:pPr>
        <w:ind w:left="360"/>
        <w:jc w:val="both"/>
      </w:pPr>
      <w:r>
        <w:rPr>
          <w:noProof/>
          <w:lang w:eastAsia="pt-BR"/>
        </w:rPr>
        <w:drawing>
          <wp:inline distT="0" distB="0" distL="0" distR="0" wp14:anchorId="4B62F384" wp14:editId="2E24EF2A">
            <wp:extent cx="1752600" cy="1657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1B5" w:rsidRDefault="00D411B5" w:rsidP="009D7543">
      <w:pPr>
        <w:ind w:left="360"/>
        <w:jc w:val="both"/>
      </w:pPr>
      <w:r>
        <w:t xml:space="preserve">Baldrame </w:t>
      </w:r>
    </w:p>
    <w:p w:rsidR="00D411B5" w:rsidRDefault="00D411B5" w:rsidP="009D7543">
      <w:pPr>
        <w:ind w:left="360"/>
        <w:jc w:val="both"/>
      </w:pPr>
      <w:r>
        <w:t>21,24 x 0,30 (forma + armadura</w:t>
      </w:r>
      <w:proofErr w:type="gramStart"/>
      <w:r>
        <w:t xml:space="preserve"> )</w:t>
      </w:r>
      <w:proofErr w:type="gramEnd"/>
      <w:r>
        <w:t>x0,4 =  2,55 m³</w:t>
      </w:r>
    </w:p>
    <w:p w:rsidR="00D411B5" w:rsidRDefault="00D411B5" w:rsidP="009D7543">
      <w:pPr>
        <w:ind w:left="360"/>
        <w:jc w:val="both"/>
      </w:pPr>
      <w:r>
        <w:rPr>
          <w:noProof/>
          <w:lang w:eastAsia="pt-BR"/>
        </w:rPr>
        <w:drawing>
          <wp:inline distT="0" distB="0" distL="0" distR="0" wp14:anchorId="59F7DA6D" wp14:editId="14835BF8">
            <wp:extent cx="5638800" cy="12573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37" cy="125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45D" w:rsidRDefault="0093145D" w:rsidP="009D7543">
      <w:pPr>
        <w:ind w:left="360"/>
        <w:jc w:val="both"/>
      </w:pPr>
    </w:p>
    <w:p w:rsidR="0093145D" w:rsidRDefault="006165FB" w:rsidP="00105F6A">
      <w:pPr>
        <w:pStyle w:val="PargrafodaLista"/>
        <w:numPr>
          <w:ilvl w:val="0"/>
          <w:numId w:val="5"/>
        </w:numPr>
        <w:jc w:val="both"/>
      </w:pPr>
      <w:proofErr w:type="spellStart"/>
      <w:r>
        <w:t>Reaterro</w:t>
      </w:r>
      <w:proofErr w:type="spellEnd"/>
      <w:r>
        <w:t xml:space="preserve"> de vala compactada </w:t>
      </w:r>
    </w:p>
    <w:p w:rsidR="006165FB" w:rsidRDefault="001A7067" w:rsidP="009D7543">
      <w:pPr>
        <w:ind w:left="360"/>
        <w:jc w:val="both"/>
      </w:pPr>
      <w:r>
        <w:t>Área</w:t>
      </w:r>
      <w:r w:rsidR="006165FB">
        <w:t xml:space="preserve"> da </w:t>
      </w:r>
      <w:proofErr w:type="gramStart"/>
      <w:r w:rsidR="006165FB">
        <w:t>sapata</w:t>
      </w:r>
      <w:proofErr w:type="gramEnd"/>
      <w:r w:rsidR="006165FB">
        <w:t xml:space="preserve"> + área do baldrame = (1m x1m x 0,40 m) x 7 + (0,40 x 0,15 x 21,24) = 2,8 + 1,27 m³ = 4,07 m³</w:t>
      </w:r>
    </w:p>
    <w:p w:rsidR="006165FB" w:rsidRDefault="001A7067" w:rsidP="009D7543">
      <w:pPr>
        <w:ind w:left="360"/>
        <w:jc w:val="both"/>
      </w:pPr>
      <w:r>
        <w:t>Área</w:t>
      </w:r>
      <w:r w:rsidR="006165FB">
        <w:t xml:space="preserve"> total de escavação sapata</w:t>
      </w:r>
      <w:proofErr w:type="gramStart"/>
      <w:r w:rsidR="006165FB">
        <w:t xml:space="preserve">  </w:t>
      </w:r>
      <w:proofErr w:type="gramEnd"/>
      <w:r w:rsidR="006165FB">
        <w:t>= (1m x 1m x 1m) x 7= 7 m³</w:t>
      </w:r>
    </w:p>
    <w:p w:rsidR="006165FB" w:rsidRDefault="001A7067" w:rsidP="009D7543">
      <w:pPr>
        <w:ind w:left="360"/>
        <w:jc w:val="both"/>
      </w:pPr>
      <w:r>
        <w:t>Área</w:t>
      </w:r>
      <w:r w:rsidR="006165FB">
        <w:t xml:space="preserve"> total de escavação do baldrame = (0,4</w:t>
      </w:r>
      <w:r>
        <w:t xml:space="preserve">x0, 15x21, </w:t>
      </w:r>
      <w:r w:rsidR="006165FB">
        <w:t xml:space="preserve">24) = 1,27 </w:t>
      </w:r>
      <w:proofErr w:type="gramStart"/>
      <w:r w:rsidR="006165FB">
        <w:t>m³</w:t>
      </w:r>
      <w:proofErr w:type="gramEnd"/>
    </w:p>
    <w:p w:rsidR="006165FB" w:rsidRDefault="001A7067" w:rsidP="009D7543">
      <w:pPr>
        <w:ind w:left="360"/>
        <w:jc w:val="both"/>
        <w:rPr>
          <w:rFonts w:ascii="Arial" w:hAnsi="Arial" w:cs="Arial"/>
          <w:b/>
        </w:rPr>
      </w:pPr>
      <w:r>
        <w:t>Área</w:t>
      </w:r>
      <w:r w:rsidR="006165FB">
        <w:t xml:space="preserve"> de </w:t>
      </w:r>
      <w:proofErr w:type="spellStart"/>
      <w:r w:rsidR="006165FB">
        <w:t>reaterro</w:t>
      </w:r>
      <w:proofErr w:type="spellEnd"/>
      <w:r w:rsidR="006165FB">
        <w:t xml:space="preserve"> = (7m³ + 1,27 m³</w:t>
      </w:r>
      <w:proofErr w:type="gramStart"/>
      <w:r w:rsidR="006165FB">
        <w:t xml:space="preserve"> )</w:t>
      </w:r>
      <w:proofErr w:type="gramEnd"/>
      <w:r w:rsidR="006165FB">
        <w:t xml:space="preserve"> – 4,07 m³ = </w:t>
      </w:r>
      <w:r w:rsidR="006165FB" w:rsidRPr="006165FB">
        <w:rPr>
          <w:rFonts w:ascii="Arial" w:hAnsi="Arial" w:cs="Arial"/>
          <w:b/>
        </w:rPr>
        <w:t>4 ,2 m³</w:t>
      </w:r>
    </w:p>
    <w:p w:rsidR="002048CA" w:rsidRDefault="002048CA" w:rsidP="00105F6A">
      <w:pPr>
        <w:pStyle w:val="PargrafodaLista"/>
        <w:numPr>
          <w:ilvl w:val="0"/>
          <w:numId w:val="5"/>
        </w:numPr>
        <w:jc w:val="both"/>
      </w:pPr>
      <w:r>
        <w:t xml:space="preserve">Concreto </w:t>
      </w:r>
      <w:proofErr w:type="spellStart"/>
      <w:r>
        <w:t>fck</w:t>
      </w:r>
      <w:proofErr w:type="spellEnd"/>
      <w:r>
        <w:t xml:space="preserve"> = 30 </w:t>
      </w:r>
      <w:proofErr w:type="spellStart"/>
      <w:r>
        <w:t>mpa</w:t>
      </w:r>
      <w:proofErr w:type="spellEnd"/>
      <w:r w:rsidR="001A7067">
        <w:t xml:space="preserve"> (cimento/areia média/ brita </w:t>
      </w:r>
      <w:proofErr w:type="gramStart"/>
      <w:r w:rsidR="001A7067">
        <w:t>1</w:t>
      </w:r>
      <w:proofErr w:type="gramEnd"/>
      <w:r w:rsidR="001A7067">
        <w:t xml:space="preserve">) – preparo mecânico betoneira 400l </w:t>
      </w:r>
    </w:p>
    <w:p w:rsidR="001A7067" w:rsidRPr="00D9267F" w:rsidRDefault="001A7067" w:rsidP="009D7543">
      <w:pPr>
        <w:pStyle w:val="PargrafodaLista"/>
        <w:jc w:val="both"/>
      </w:pPr>
      <w:r w:rsidRPr="00D9267F">
        <w:t xml:space="preserve">Sapatas= </w:t>
      </w:r>
      <w:proofErr w:type="gramStart"/>
      <w:r w:rsidRPr="00D9267F">
        <w:t xml:space="preserve">( </w:t>
      </w:r>
      <w:proofErr w:type="gramEnd"/>
      <w:r w:rsidRPr="00D9267F">
        <w:t>1m x 1m x 0,40 m) x 7= 2,8 m³</w:t>
      </w:r>
    </w:p>
    <w:p w:rsidR="001A7067" w:rsidRPr="00D9267F" w:rsidRDefault="001A7067" w:rsidP="009D7543">
      <w:pPr>
        <w:pStyle w:val="PargrafodaLista"/>
        <w:jc w:val="both"/>
      </w:pPr>
      <w:r w:rsidRPr="00D9267F">
        <w:t>Vigas = (21,24 x 0,4 x 0,15)x3 = 3,82 m³</w:t>
      </w:r>
    </w:p>
    <w:p w:rsidR="001A7067" w:rsidRDefault="001A7067" w:rsidP="009D7543">
      <w:pPr>
        <w:pStyle w:val="PargrafodaLista"/>
        <w:jc w:val="both"/>
      </w:pPr>
      <w:r w:rsidRPr="00D9267F">
        <w:t xml:space="preserve">Pilares = (4,47m x </w:t>
      </w:r>
      <w:proofErr w:type="gramStart"/>
      <w:r w:rsidRPr="00D9267F">
        <w:t>015x0,</w:t>
      </w:r>
      <w:proofErr w:type="gramEnd"/>
      <w:r w:rsidRPr="00D9267F">
        <w:t>4)x 7 = 1,87 m³</w:t>
      </w:r>
    </w:p>
    <w:p w:rsidR="00E4031D" w:rsidRDefault="00E4031D" w:rsidP="009D7543">
      <w:pPr>
        <w:pStyle w:val="PargrafodaLista"/>
        <w:jc w:val="both"/>
      </w:pPr>
      <w:r>
        <w:lastRenderedPageBreak/>
        <w:t>Blocos cheios = 21,24 m x 4,47</w:t>
      </w:r>
      <w:proofErr w:type="gramStart"/>
      <w:r>
        <w:t>x0,</w:t>
      </w:r>
      <w:proofErr w:type="gramEnd"/>
      <w:r>
        <w:t>15 = 14,24 m³</w:t>
      </w:r>
    </w:p>
    <w:p w:rsidR="00D30C4C" w:rsidRPr="00D9267F" w:rsidRDefault="00D30C4C" w:rsidP="00D30C4C">
      <w:pPr>
        <w:pStyle w:val="PargrafodaLista"/>
        <w:jc w:val="center"/>
      </w:pPr>
      <w:r>
        <w:rPr>
          <w:noProof/>
          <w:lang w:eastAsia="pt-BR"/>
        </w:rPr>
        <w:drawing>
          <wp:inline distT="0" distB="0" distL="0" distR="0" wp14:anchorId="623751E8" wp14:editId="7F4E0D71">
            <wp:extent cx="5400040" cy="219493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9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067" w:rsidRDefault="001A7067" w:rsidP="009D7543">
      <w:pPr>
        <w:pStyle w:val="PargrafodaLista"/>
        <w:jc w:val="both"/>
        <w:rPr>
          <w:b/>
        </w:rPr>
      </w:pPr>
      <w:r w:rsidRPr="00D9267F">
        <w:t>Total = 2,8 + 3,82 + 1,87 = 8,</w:t>
      </w:r>
      <w:r w:rsidR="00E4031D">
        <w:t>49 + 14,24 m³</w:t>
      </w:r>
      <w:r w:rsidR="00D9267F">
        <w:rPr>
          <w:b/>
        </w:rPr>
        <w:t xml:space="preserve"> = </w:t>
      </w:r>
      <w:r w:rsidR="00E4031D">
        <w:rPr>
          <w:b/>
        </w:rPr>
        <w:t>23,57</w:t>
      </w:r>
      <w:r w:rsidR="00D9267F">
        <w:rPr>
          <w:b/>
        </w:rPr>
        <w:t xml:space="preserve"> m³</w:t>
      </w:r>
    </w:p>
    <w:p w:rsidR="008D1D9A" w:rsidRDefault="008D1D9A" w:rsidP="00105F6A">
      <w:pPr>
        <w:pStyle w:val="PargrafodaLista"/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Lastro de concreto </w:t>
      </w:r>
      <w:proofErr w:type="spellStart"/>
      <w:r>
        <w:rPr>
          <w:b/>
        </w:rPr>
        <w:t>Fck</w:t>
      </w:r>
      <w:proofErr w:type="spellEnd"/>
      <w:r>
        <w:rPr>
          <w:b/>
        </w:rPr>
        <w:t xml:space="preserve"> 15 </w:t>
      </w:r>
      <w:proofErr w:type="gramStart"/>
      <w:r>
        <w:rPr>
          <w:b/>
        </w:rPr>
        <w:t>Mpa</w:t>
      </w:r>
      <w:r w:rsidR="006A663B">
        <w:rPr>
          <w:b/>
        </w:rPr>
        <w:t>(</w:t>
      </w:r>
      <w:proofErr w:type="gramEnd"/>
      <w:r>
        <w:rPr>
          <w:b/>
        </w:rPr>
        <w:t xml:space="preserve"> </w:t>
      </w:r>
      <w:r w:rsidR="006A663B">
        <w:rPr>
          <w:b/>
        </w:rPr>
        <w:t>5 cm)</w:t>
      </w:r>
    </w:p>
    <w:p w:rsidR="008D1D9A" w:rsidRPr="0042205E" w:rsidRDefault="008D1D9A" w:rsidP="009D7543">
      <w:pPr>
        <w:ind w:left="360"/>
        <w:jc w:val="both"/>
      </w:pPr>
      <w:r w:rsidRPr="0042205E">
        <w:t xml:space="preserve">Vigas e baldrames </w:t>
      </w:r>
    </w:p>
    <w:p w:rsidR="006A663B" w:rsidRPr="0042205E" w:rsidRDefault="006A663B" w:rsidP="009D7543">
      <w:pPr>
        <w:ind w:left="360"/>
        <w:jc w:val="both"/>
      </w:pPr>
      <w:r w:rsidRPr="0042205E">
        <w:t xml:space="preserve">Comprimento x largura </w:t>
      </w:r>
      <w:proofErr w:type="spellStart"/>
      <w:r w:rsidRPr="0042205E">
        <w:t>xespessura</w:t>
      </w:r>
      <w:proofErr w:type="spellEnd"/>
      <w:r w:rsidRPr="0042205E">
        <w:t>= (21,24</w:t>
      </w:r>
      <w:proofErr w:type="gramStart"/>
      <w:r w:rsidRPr="0042205E">
        <w:t>x0,</w:t>
      </w:r>
      <w:proofErr w:type="gramEnd"/>
      <w:r w:rsidRPr="0042205E">
        <w:t>15x0,05) =0,15 m³</w:t>
      </w:r>
    </w:p>
    <w:p w:rsidR="006A663B" w:rsidRPr="0042205E" w:rsidRDefault="006A663B" w:rsidP="009D7543">
      <w:pPr>
        <w:ind w:left="360"/>
        <w:jc w:val="both"/>
      </w:pPr>
      <w:proofErr w:type="gramStart"/>
      <w:r w:rsidRPr="0042205E">
        <w:t>Sapata</w:t>
      </w:r>
      <w:proofErr w:type="gramEnd"/>
    </w:p>
    <w:p w:rsidR="008D1D9A" w:rsidRPr="00344849" w:rsidRDefault="006A663B" w:rsidP="009D7543">
      <w:pPr>
        <w:ind w:left="360"/>
        <w:jc w:val="both"/>
      </w:pPr>
      <w:r w:rsidRPr="00344849">
        <w:t xml:space="preserve">(1m x 1mx 0,05m)x </w:t>
      </w:r>
      <w:proofErr w:type="gramStart"/>
      <w:r w:rsidRPr="00344849">
        <w:t>7</w:t>
      </w:r>
      <w:proofErr w:type="gramEnd"/>
      <w:r w:rsidRPr="00344849">
        <w:t xml:space="preserve"> </w:t>
      </w:r>
      <w:proofErr w:type="spellStart"/>
      <w:r w:rsidRPr="00344849">
        <w:t>unds</w:t>
      </w:r>
      <w:proofErr w:type="spellEnd"/>
      <w:r w:rsidRPr="00344849">
        <w:t>= 0,4 m³</w:t>
      </w:r>
    </w:p>
    <w:p w:rsidR="00A77957" w:rsidRPr="006A663B" w:rsidRDefault="00A77957" w:rsidP="009D7543">
      <w:pPr>
        <w:ind w:left="360"/>
        <w:jc w:val="both"/>
        <w:rPr>
          <w:b/>
          <w:lang w:val="en-US"/>
        </w:rPr>
      </w:pPr>
      <w:r>
        <w:rPr>
          <w:b/>
          <w:lang w:val="en-US"/>
        </w:rPr>
        <w:t xml:space="preserve">Total </w:t>
      </w:r>
      <w:proofErr w:type="gramStart"/>
      <w:r>
        <w:rPr>
          <w:b/>
          <w:lang w:val="en-US"/>
        </w:rPr>
        <w:t>=  0,55</w:t>
      </w:r>
      <w:proofErr w:type="gramEnd"/>
      <w:r>
        <w:rPr>
          <w:b/>
          <w:lang w:val="en-US"/>
        </w:rPr>
        <w:t xml:space="preserve"> m³</w:t>
      </w:r>
    </w:p>
    <w:p w:rsidR="00682B48" w:rsidRPr="00682B48" w:rsidRDefault="00682B48" w:rsidP="00105F6A">
      <w:pPr>
        <w:pStyle w:val="PargrafodaLista"/>
        <w:numPr>
          <w:ilvl w:val="0"/>
          <w:numId w:val="5"/>
        </w:numPr>
        <w:jc w:val="both"/>
      </w:pPr>
      <w:r w:rsidRPr="00682B48">
        <w:t xml:space="preserve">Lançamento/ aplicação manual de concreto em estruturas </w:t>
      </w:r>
    </w:p>
    <w:p w:rsidR="00682B48" w:rsidRPr="00D9267F" w:rsidRDefault="00682B48" w:rsidP="009D7543">
      <w:pPr>
        <w:pStyle w:val="PargrafodaLista"/>
        <w:jc w:val="both"/>
      </w:pPr>
      <w:r w:rsidRPr="00D9267F">
        <w:t xml:space="preserve">Sapatas= </w:t>
      </w:r>
      <w:proofErr w:type="gramStart"/>
      <w:r w:rsidRPr="00D9267F">
        <w:t xml:space="preserve">( </w:t>
      </w:r>
      <w:proofErr w:type="gramEnd"/>
      <w:r w:rsidRPr="00D9267F">
        <w:t>1m x 1m x 0,40 m) x 7= 2,8 m³</w:t>
      </w:r>
    </w:p>
    <w:p w:rsidR="00682B48" w:rsidRPr="00D9267F" w:rsidRDefault="00682B48" w:rsidP="009D7543">
      <w:pPr>
        <w:pStyle w:val="PargrafodaLista"/>
        <w:jc w:val="both"/>
      </w:pPr>
      <w:r w:rsidRPr="00D9267F">
        <w:t>Vigas = (21,24 x 0,4 x 0,15)x3 = 3,82 m³</w:t>
      </w:r>
    </w:p>
    <w:p w:rsidR="00682B48" w:rsidRPr="00D9267F" w:rsidRDefault="00682B48" w:rsidP="009D7543">
      <w:pPr>
        <w:pStyle w:val="PargrafodaLista"/>
        <w:jc w:val="both"/>
      </w:pPr>
      <w:r w:rsidRPr="00D9267F">
        <w:t xml:space="preserve">Pilares = (4,47m x </w:t>
      </w:r>
      <w:proofErr w:type="gramStart"/>
      <w:r w:rsidRPr="00D9267F">
        <w:t>015x0,</w:t>
      </w:r>
      <w:proofErr w:type="gramEnd"/>
      <w:r w:rsidRPr="00D9267F">
        <w:t>4)x 7 = 1,87 m³</w:t>
      </w:r>
    </w:p>
    <w:p w:rsidR="00682B48" w:rsidRDefault="00682B48" w:rsidP="009D7543">
      <w:pPr>
        <w:pStyle w:val="PargrafodaLista"/>
        <w:jc w:val="both"/>
        <w:rPr>
          <w:b/>
        </w:rPr>
      </w:pPr>
      <w:r w:rsidRPr="00D9267F">
        <w:t>Total = 2,8 + 3,82 + 1,87 = 8,49 + 10%</w:t>
      </w:r>
      <w:r>
        <w:rPr>
          <w:b/>
        </w:rPr>
        <w:t xml:space="preserve"> = 9,33 m³</w:t>
      </w:r>
    </w:p>
    <w:p w:rsidR="00682B48" w:rsidRPr="00A609A0" w:rsidRDefault="00DD019B" w:rsidP="00A609A0">
      <w:pPr>
        <w:pStyle w:val="PargrafodaLista"/>
        <w:jc w:val="both"/>
      </w:pPr>
      <w:proofErr w:type="gramStart"/>
      <w:r w:rsidRPr="009D7543">
        <w:t>7</w:t>
      </w:r>
      <w:proofErr w:type="gramEnd"/>
      <w:r w:rsidRPr="009D7543">
        <w:t xml:space="preserve"> </w:t>
      </w:r>
      <w:r w:rsidR="00682B48" w:rsidRPr="009D7543">
        <w:t xml:space="preserve">Barra de aço CA – 50 , com saliência ou mossa , coeficiente de </w:t>
      </w:r>
      <w:proofErr w:type="spellStart"/>
      <w:r w:rsidR="00682B48" w:rsidRPr="009D7543">
        <w:t>comformação</w:t>
      </w:r>
      <w:proofErr w:type="spellEnd"/>
      <w:r w:rsidR="00682B48" w:rsidRPr="009D7543">
        <w:t xml:space="preserve"> superficial mínimo  (aderência)  igual a 1,5 </w:t>
      </w:r>
      <w:proofErr w:type="spellStart"/>
      <w:r w:rsidR="00682B48" w:rsidRPr="009D7543">
        <w:t>diametro</w:t>
      </w:r>
      <w:proofErr w:type="spellEnd"/>
      <w:r w:rsidR="00682B48" w:rsidRPr="009D7543">
        <w:t xml:space="preserve"> de 5mm a 12,5 mm² </w:t>
      </w:r>
      <w:r w:rsidR="00B24EC5" w:rsidRPr="009D7543">
        <w:t xml:space="preserve">armadura de concreto armado , 10% de perdas de pontas e arames 18. </w:t>
      </w:r>
      <w:proofErr w:type="gramStart"/>
      <w:r w:rsidR="00B24EC5" w:rsidRPr="009D7543">
        <w:t>fornecimento</w:t>
      </w:r>
      <w:proofErr w:type="gramEnd"/>
    </w:p>
    <w:p w:rsidR="006165FB" w:rsidRDefault="00B24EC5" w:rsidP="009D7543">
      <w:pPr>
        <w:ind w:left="360"/>
        <w:jc w:val="both"/>
      </w:pPr>
      <w:r>
        <w:rPr>
          <w:noProof/>
          <w:lang w:eastAsia="pt-BR"/>
        </w:rPr>
        <w:drawing>
          <wp:inline distT="0" distB="0" distL="0" distR="0" wp14:anchorId="31955497" wp14:editId="48DB0271">
            <wp:extent cx="1733550" cy="155257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655" cy="155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EC5" w:rsidRDefault="00DD019B" w:rsidP="009D7543">
      <w:pPr>
        <w:ind w:left="360"/>
        <w:jc w:val="both"/>
      </w:pPr>
      <w:proofErr w:type="gramStart"/>
      <w:r>
        <w:t>8</w:t>
      </w:r>
      <w:proofErr w:type="gramEnd"/>
      <w:r>
        <w:t xml:space="preserve">  </w:t>
      </w:r>
      <w:r w:rsidR="00B24EC5">
        <w:t xml:space="preserve">Corte, dobragem, montagem e colocação de ferragens nas formas  aço CA-50 em barras redondas  com diâmetro de 5 á 12,5 mm² </w:t>
      </w:r>
    </w:p>
    <w:p w:rsidR="003B0E00" w:rsidRDefault="003B0E00" w:rsidP="003B0E00">
      <w:pPr>
        <w:tabs>
          <w:tab w:val="center" w:pos="1548"/>
        </w:tabs>
        <w:ind w:left="360"/>
      </w:pPr>
    </w:p>
    <w:p w:rsidR="003B0E00" w:rsidRDefault="003B0E00" w:rsidP="003B0E00">
      <w:pPr>
        <w:tabs>
          <w:tab w:val="center" w:pos="1548"/>
        </w:tabs>
        <w:ind w:left="360"/>
        <w:rPr>
          <w:noProof/>
          <w:lang w:eastAsia="pt-BR"/>
        </w:rPr>
      </w:pPr>
    </w:p>
    <w:p w:rsidR="003B0E00" w:rsidRDefault="00B24EC5" w:rsidP="003B0E00">
      <w:pPr>
        <w:tabs>
          <w:tab w:val="center" w:pos="1548"/>
        </w:tabs>
        <w:ind w:left="360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1F3A3132" wp14:editId="167E1A37">
            <wp:simplePos x="0" y="0"/>
            <wp:positionH relativeFrom="column">
              <wp:posOffset>1851660</wp:posOffset>
            </wp:positionH>
            <wp:positionV relativeFrom="paragraph">
              <wp:align>top</wp:align>
            </wp:positionV>
            <wp:extent cx="2781300" cy="2305050"/>
            <wp:effectExtent l="0" t="0" r="0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E00">
        <w:tab/>
      </w:r>
    </w:p>
    <w:p w:rsidR="003B0E00" w:rsidRDefault="003B0E00" w:rsidP="003B0E00">
      <w:pPr>
        <w:tabs>
          <w:tab w:val="center" w:pos="1548"/>
        </w:tabs>
        <w:ind w:left="360"/>
      </w:pPr>
    </w:p>
    <w:p w:rsidR="00B24EC5" w:rsidRDefault="003B0E00" w:rsidP="003B0E00">
      <w:pPr>
        <w:tabs>
          <w:tab w:val="center" w:pos="1548"/>
        </w:tabs>
        <w:ind w:left="360"/>
      </w:pPr>
      <w:r>
        <w:br w:type="textWrapping" w:clear="all"/>
      </w:r>
    </w:p>
    <w:p w:rsidR="00B24EC5" w:rsidRDefault="00DD019B" w:rsidP="009D7543">
      <w:pPr>
        <w:ind w:left="360"/>
        <w:jc w:val="both"/>
      </w:pPr>
      <w:proofErr w:type="gramStart"/>
      <w:r>
        <w:t>9</w:t>
      </w:r>
      <w:proofErr w:type="gramEnd"/>
      <w:r w:rsidR="00B24EC5">
        <w:t xml:space="preserve"> Fôrmas de madeira  de 3ª para moldagem de peças de concreto armado com parâmetros  planos em lajes, vigas , paredes , </w:t>
      </w:r>
      <w:proofErr w:type="spellStart"/>
      <w:r w:rsidR="00B24EC5">
        <w:t>etc</w:t>
      </w:r>
      <w:proofErr w:type="spellEnd"/>
      <w:r w:rsidR="00B24EC5">
        <w:t xml:space="preserve">  servindo a madeira 3 vezes  inclusive </w:t>
      </w:r>
      <w:proofErr w:type="spellStart"/>
      <w:r w:rsidR="00B24EC5">
        <w:t>desmoldagem</w:t>
      </w:r>
      <w:proofErr w:type="spellEnd"/>
      <w:r w:rsidR="00B24EC5">
        <w:t xml:space="preserve"> exclusive escoramento </w:t>
      </w:r>
    </w:p>
    <w:p w:rsidR="00C34742" w:rsidRDefault="00C34742" w:rsidP="009D7543">
      <w:pPr>
        <w:ind w:left="360"/>
        <w:jc w:val="both"/>
      </w:pPr>
      <w:r>
        <w:t>V=</w:t>
      </w:r>
      <w:proofErr w:type="gramStart"/>
      <w:r>
        <w:t>(</w:t>
      </w:r>
      <w:proofErr w:type="spellStart"/>
      <w:proofErr w:type="gramEnd"/>
      <w:r>
        <w:t>largxHxH</w:t>
      </w:r>
      <w:proofErr w:type="spellEnd"/>
      <w:r>
        <w:t>)</w:t>
      </w:r>
      <w:proofErr w:type="spellStart"/>
      <w:r>
        <w:t>xCompr</w:t>
      </w:r>
      <w:proofErr w:type="spellEnd"/>
    </w:p>
    <w:p w:rsidR="00C34742" w:rsidRDefault="00C34742" w:rsidP="009D7543">
      <w:pPr>
        <w:ind w:left="360"/>
        <w:jc w:val="both"/>
        <w:rPr>
          <w:b/>
        </w:rPr>
      </w:pPr>
      <w:r>
        <w:t>Sapata=</w:t>
      </w:r>
      <w:proofErr w:type="gramStart"/>
      <w:r>
        <w:t>(</w:t>
      </w:r>
      <w:proofErr w:type="gramEnd"/>
      <w:r>
        <w:t xml:space="preserve"> 1 + 0,4 + 0,4) x 1 = 1,8 x 7 = </w:t>
      </w:r>
      <w:r w:rsidRPr="00C34742">
        <w:t>12,6 m²</w:t>
      </w:r>
    </w:p>
    <w:p w:rsidR="00C34742" w:rsidRPr="00C34742" w:rsidRDefault="00C34742" w:rsidP="009D7543">
      <w:pPr>
        <w:ind w:left="360"/>
        <w:jc w:val="both"/>
      </w:pPr>
      <w:r w:rsidRPr="00C34742">
        <w:t xml:space="preserve">Vigas = 0,15 + 0,4 </w:t>
      </w:r>
      <w:proofErr w:type="gramStart"/>
      <w:r w:rsidRPr="00C34742">
        <w:t>+ 0,4)</w:t>
      </w:r>
      <w:proofErr w:type="gramEnd"/>
      <w:r w:rsidR="003C14DA" w:rsidRPr="00C34742">
        <w:t xml:space="preserve">x21, </w:t>
      </w:r>
      <w:r w:rsidRPr="00C34742">
        <w:t>24= 3,186 + 8,496 + 8,496 = 20,18 m² x 3 = 60,53 m²</w:t>
      </w:r>
    </w:p>
    <w:p w:rsidR="00C34742" w:rsidRPr="00C34742" w:rsidRDefault="00C34742" w:rsidP="009D7543">
      <w:pPr>
        <w:ind w:left="360"/>
        <w:jc w:val="both"/>
      </w:pPr>
      <w:r w:rsidRPr="00C34742">
        <w:t>Pilares = (0,15 + 0,4 + 0,4)</w:t>
      </w:r>
      <w:proofErr w:type="gramStart"/>
      <w:r w:rsidRPr="00C34742">
        <w:t>x5,</w:t>
      </w:r>
      <w:proofErr w:type="gramEnd"/>
      <w:r w:rsidRPr="00C34742">
        <w:t>1= 0,765 + 2,04 2,04 = 4,85 m² x 7 = 33,92 m²</w:t>
      </w:r>
    </w:p>
    <w:p w:rsidR="00C34742" w:rsidRDefault="00C34742" w:rsidP="009D7543">
      <w:pPr>
        <w:ind w:left="360"/>
        <w:jc w:val="both"/>
        <w:rPr>
          <w:b/>
        </w:rPr>
      </w:pPr>
      <w:r>
        <w:rPr>
          <w:b/>
        </w:rPr>
        <w:t>Total = 107,05 m²</w:t>
      </w:r>
    </w:p>
    <w:p w:rsidR="0085367D" w:rsidRPr="0085367D" w:rsidRDefault="0085367D" w:rsidP="009D7543">
      <w:pPr>
        <w:spacing w:after="0" w:line="240" w:lineRule="auto"/>
        <w:ind w:right="-568"/>
        <w:jc w:val="both"/>
      </w:pPr>
      <w:r w:rsidRPr="008076AB">
        <w:rPr>
          <w:rFonts w:ascii="Times New Roman" w:hAnsi="Times New Roman"/>
          <w:b/>
          <w:sz w:val="18"/>
          <w:szCs w:val="18"/>
        </w:rPr>
        <w:t xml:space="preserve"> </w:t>
      </w:r>
      <w:r w:rsidR="00DD019B">
        <w:rPr>
          <w:rFonts w:ascii="Times New Roman" w:hAnsi="Times New Roman"/>
          <w:b/>
          <w:sz w:val="18"/>
          <w:szCs w:val="18"/>
        </w:rPr>
        <w:t>10</w:t>
      </w:r>
      <w:r w:rsidR="00053B69">
        <w:rPr>
          <w:rFonts w:ascii="Times New Roman" w:hAnsi="Times New Roman"/>
          <w:b/>
          <w:sz w:val="18"/>
          <w:szCs w:val="18"/>
        </w:rPr>
        <w:t xml:space="preserve"> </w:t>
      </w:r>
      <w:r w:rsidR="00053B69">
        <w:t>A</w:t>
      </w:r>
      <w:r w:rsidR="00053B69" w:rsidRPr="0085367D">
        <w:t>ndaimes</w:t>
      </w:r>
    </w:p>
    <w:p w:rsidR="0085367D" w:rsidRPr="0085367D" w:rsidRDefault="0085367D" w:rsidP="009D7543">
      <w:pPr>
        <w:spacing w:after="0" w:line="240" w:lineRule="auto"/>
        <w:ind w:right="-568"/>
        <w:jc w:val="both"/>
      </w:pPr>
    </w:p>
    <w:p w:rsidR="0085367D" w:rsidRPr="0085367D" w:rsidRDefault="00DD019B" w:rsidP="009D7543">
      <w:pPr>
        <w:spacing w:after="0" w:line="240" w:lineRule="auto"/>
        <w:ind w:left="567" w:hanging="567"/>
        <w:jc w:val="both"/>
      </w:pPr>
      <w:r>
        <w:t>10</w:t>
      </w:r>
      <w:r w:rsidR="00053B69">
        <w:t>.1</w:t>
      </w:r>
      <w:r w:rsidR="0085367D" w:rsidRPr="0085367D">
        <w:t xml:space="preserve"> – Locação de andaimes com elementos sobre </w:t>
      </w:r>
      <w:proofErr w:type="gramStart"/>
      <w:r w:rsidR="0085367D" w:rsidRPr="0085367D">
        <w:t>sapatas</w:t>
      </w:r>
      <w:proofErr w:type="gramEnd"/>
      <w:r w:rsidR="0085367D" w:rsidRPr="0085367D">
        <w:t xml:space="preserve"> fixas</w:t>
      </w:r>
    </w:p>
    <w:p w:rsidR="0085367D" w:rsidRPr="0085367D" w:rsidRDefault="0085367D" w:rsidP="009D7543">
      <w:pPr>
        <w:spacing w:after="0" w:line="240" w:lineRule="auto"/>
        <w:jc w:val="both"/>
      </w:pPr>
    </w:p>
    <w:p w:rsidR="0085367D" w:rsidRPr="0085367D" w:rsidRDefault="0085367D" w:rsidP="009D7543">
      <w:pPr>
        <w:spacing w:after="0" w:line="240" w:lineRule="auto"/>
        <w:ind w:left="426" w:right="-568"/>
        <w:jc w:val="both"/>
      </w:pPr>
      <w:r w:rsidRPr="0085367D">
        <w:t xml:space="preserve">21,24 (comprimento do muro) x 3,00 (altura do andaime) x </w:t>
      </w:r>
      <w:proofErr w:type="gramStart"/>
      <w:r w:rsidRPr="0085367D">
        <w:t>3</w:t>
      </w:r>
      <w:proofErr w:type="gramEnd"/>
      <w:r w:rsidRPr="0085367D">
        <w:t xml:space="preserve"> meses </w:t>
      </w:r>
      <w:r w:rsidRPr="009D7543">
        <w:rPr>
          <w:b/>
        </w:rPr>
        <w:t>= 63,72m² x mês</w:t>
      </w:r>
    </w:p>
    <w:p w:rsidR="0085367D" w:rsidRPr="0085367D" w:rsidRDefault="0085367D" w:rsidP="009D7543">
      <w:pPr>
        <w:spacing w:after="0" w:line="240" w:lineRule="auto"/>
        <w:ind w:right="-568"/>
        <w:jc w:val="both"/>
      </w:pPr>
    </w:p>
    <w:p w:rsidR="0085367D" w:rsidRPr="0085367D" w:rsidRDefault="00DD019B" w:rsidP="009D7543">
      <w:pPr>
        <w:spacing w:after="0" w:line="240" w:lineRule="auto"/>
        <w:ind w:left="567" w:hanging="567"/>
        <w:jc w:val="both"/>
      </w:pPr>
      <w:r>
        <w:t>10</w:t>
      </w:r>
      <w:r w:rsidR="00053B69">
        <w:t>.2</w:t>
      </w:r>
      <w:r w:rsidR="0085367D" w:rsidRPr="0085367D">
        <w:t xml:space="preserve"> – Montagem e desmontagem de andaime</w:t>
      </w:r>
    </w:p>
    <w:p w:rsidR="0085367D" w:rsidRPr="0085367D" w:rsidRDefault="0085367D" w:rsidP="009D7543">
      <w:pPr>
        <w:spacing w:after="0" w:line="240" w:lineRule="auto"/>
        <w:jc w:val="both"/>
      </w:pPr>
    </w:p>
    <w:p w:rsidR="0085367D" w:rsidRPr="0085367D" w:rsidRDefault="0085367D" w:rsidP="009D7543">
      <w:pPr>
        <w:spacing w:after="0" w:line="240" w:lineRule="auto"/>
        <w:ind w:right="-568"/>
        <w:jc w:val="both"/>
      </w:pPr>
      <w:r w:rsidRPr="0085367D">
        <w:t xml:space="preserve">          21,24 (comprimento do muro) x 3,00 (altura do andaime) = </w:t>
      </w:r>
      <w:r w:rsidRPr="009D7543">
        <w:rPr>
          <w:b/>
        </w:rPr>
        <w:t>63,72m²</w:t>
      </w:r>
    </w:p>
    <w:p w:rsidR="0085367D" w:rsidRPr="0085367D" w:rsidRDefault="0085367D" w:rsidP="009D7543">
      <w:pPr>
        <w:spacing w:after="0" w:line="240" w:lineRule="auto"/>
        <w:ind w:right="-568"/>
        <w:jc w:val="both"/>
      </w:pPr>
    </w:p>
    <w:p w:rsidR="0085367D" w:rsidRPr="0085367D" w:rsidRDefault="00DD019B" w:rsidP="009D7543">
      <w:pPr>
        <w:spacing w:after="0" w:line="240" w:lineRule="auto"/>
        <w:ind w:left="567" w:hanging="567"/>
        <w:jc w:val="both"/>
      </w:pPr>
      <w:r>
        <w:t>10</w:t>
      </w:r>
      <w:r w:rsidR="00053B69">
        <w:t>.3</w:t>
      </w:r>
      <w:r w:rsidR="0085367D" w:rsidRPr="0085367D">
        <w:t xml:space="preserve">– </w:t>
      </w:r>
      <w:proofErr w:type="gramStart"/>
      <w:r w:rsidR="0085367D" w:rsidRPr="0085367D">
        <w:t>Transporte</w:t>
      </w:r>
      <w:proofErr w:type="gramEnd"/>
      <w:r w:rsidR="0085367D" w:rsidRPr="0085367D">
        <w:t xml:space="preserve"> de andaime</w:t>
      </w:r>
    </w:p>
    <w:p w:rsidR="0085367D" w:rsidRPr="0085367D" w:rsidRDefault="0085367D" w:rsidP="009D7543">
      <w:pPr>
        <w:spacing w:after="0" w:line="240" w:lineRule="auto"/>
        <w:jc w:val="both"/>
      </w:pPr>
    </w:p>
    <w:p w:rsidR="0085367D" w:rsidRPr="0085367D" w:rsidRDefault="0085367D" w:rsidP="009D7543">
      <w:pPr>
        <w:spacing w:after="0" w:line="240" w:lineRule="auto"/>
        <w:ind w:right="-568"/>
        <w:jc w:val="both"/>
      </w:pPr>
      <w:r w:rsidRPr="0085367D">
        <w:t xml:space="preserve">          63,72 m² (área de projeção do andaime) x 5,00 km = </w:t>
      </w:r>
      <w:r w:rsidRPr="009D7543">
        <w:rPr>
          <w:b/>
        </w:rPr>
        <w:t>318,60m² x km</w:t>
      </w:r>
    </w:p>
    <w:p w:rsidR="0085367D" w:rsidRPr="0085367D" w:rsidRDefault="0085367D" w:rsidP="009D7543">
      <w:pPr>
        <w:spacing w:after="0" w:line="240" w:lineRule="auto"/>
        <w:ind w:right="-568"/>
        <w:jc w:val="both"/>
      </w:pPr>
    </w:p>
    <w:p w:rsidR="0085367D" w:rsidRPr="0085367D" w:rsidRDefault="00DD019B" w:rsidP="009D7543">
      <w:pPr>
        <w:spacing w:after="0" w:line="240" w:lineRule="auto"/>
        <w:ind w:left="567" w:hanging="567"/>
        <w:jc w:val="both"/>
      </w:pPr>
      <w:proofErr w:type="gramStart"/>
      <w:r>
        <w:t>10</w:t>
      </w:r>
      <w:r w:rsidR="00053B69">
        <w:t xml:space="preserve">.4 </w:t>
      </w:r>
      <w:r w:rsidR="0085367D" w:rsidRPr="0085367D">
        <w:t>– Plataforma ou passarela de madeira</w:t>
      </w:r>
      <w:proofErr w:type="gramEnd"/>
    </w:p>
    <w:p w:rsidR="0085367D" w:rsidRPr="0085367D" w:rsidRDefault="0085367D" w:rsidP="009D7543">
      <w:pPr>
        <w:spacing w:after="0" w:line="240" w:lineRule="auto"/>
        <w:jc w:val="both"/>
      </w:pPr>
    </w:p>
    <w:p w:rsidR="0085367D" w:rsidRDefault="0085367D" w:rsidP="009D7543">
      <w:pPr>
        <w:spacing w:after="0" w:line="240" w:lineRule="auto"/>
        <w:ind w:right="-568"/>
        <w:jc w:val="both"/>
      </w:pPr>
      <w:r w:rsidRPr="0085367D">
        <w:t xml:space="preserve">        21,24 (comprimento do muro) x 1,00 = </w:t>
      </w:r>
      <w:r w:rsidRPr="009D7543">
        <w:rPr>
          <w:b/>
        </w:rPr>
        <w:t>21,24m²</w:t>
      </w:r>
    </w:p>
    <w:p w:rsidR="008D1D9A" w:rsidRDefault="008D1D9A" w:rsidP="009D7543">
      <w:pPr>
        <w:spacing w:after="0" w:line="240" w:lineRule="auto"/>
        <w:ind w:right="-568"/>
        <w:jc w:val="both"/>
      </w:pPr>
    </w:p>
    <w:p w:rsidR="003B0E00" w:rsidRDefault="003B0E00" w:rsidP="009D7543">
      <w:pPr>
        <w:spacing w:after="0" w:line="240" w:lineRule="auto"/>
        <w:ind w:right="-568"/>
        <w:jc w:val="both"/>
      </w:pPr>
    </w:p>
    <w:p w:rsidR="003B0E00" w:rsidRDefault="003B0E00" w:rsidP="009D7543">
      <w:pPr>
        <w:spacing w:after="0" w:line="240" w:lineRule="auto"/>
        <w:ind w:right="-568"/>
        <w:jc w:val="both"/>
      </w:pPr>
    </w:p>
    <w:p w:rsidR="00686560" w:rsidRDefault="00DD019B" w:rsidP="009D7543">
      <w:pPr>
        <w:spacing w:after="0" w:line="240" w:lineRule="auto"/>
        <w:ind w:right="-568"/>
        <w:jc w:val="both"/>
      </w:pPr>
      <w:r>
        <w:t>11</w:t>
      </w:r>
      <w:r w:rsidR="008D1D9A">
        <w:t xml:space="preserve"> Alvenaria </w:t>
      </w:r>
    </w:p>
    <w:p w:rsidR="00DD1E7B" w:rsidRDefault="00DD1E7B" w:rsidP="009D7543">
      <w:pPr>
        <w:spacing w:after="0" w:line="240" w:lineRule="auto"/>
        <w:ind w:right="-568"/>
        <w:jc w:val="both"/>
      </w:pPr>
    </w:p>
    <w:p w:rsidR="00DD1E7B" w:rsidRDefault="00DD1E7B" w:rsidP="009D7543">
      <w:pPr>
        <w:spacing w:after="0" w:line="240" w:lineRule="auto"/>
        <w:ind w:right="-568"/>
        <w:jc w:val="center"/>
      </w:pPr>
      <w:r>
        <w:rPr>
          <w:noProof/>
          <w:lang w:eastAsia="pt-BR"/>
        </w:rPr>
        <w:drawing>
          <wp:inline distT="0" distB="0" distL="0" distR="0" wp14:anchorId="430CEF37" wp14:editId="6241EC77">
            <wp:extent cx="3190875" cy="2075855"/>
            <wp:effectExtent l="0" t="0" r="0" b="635"/>
            <wp:docPr id="6" name="Imagem 6" descr="C:\Users\jefferson.martins\Desktop\Engenheiro Jefferson\MURO ESCOLA MUNICIPAL JULIO BRANCO\FOTOS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fferson.martins\Desktop\Engenheiro Jefferson\MURO ESCOLA MUNICIPAL JULIO BRANCO\FOTOS\2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500" cy="207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918" w:rsidRDefault="00994918" w:rsidP="009D7543">
      <w:pPr>
        <w:spacing w:after="0" w:line="240" w:lineRule="auto"/>
        <w:ind w:right="-568"/>
        <w:jc w:val="both"/>
      </w:pPr>
    </w:p>
    <w:p w:rsidR="00DD1E7B" w:rsidRDefault="00B52F8F" w:rsidP="009D7543">
      <w:pPr>
        <w:spacing w:after="0" w:line="240" w:lineRule="auto"/>
        <w:ind w:right="-568"/>
        <w:jc w:val="both"/>
      </w:pPr>
      <w:r>
        <w:t>Bloco de vedação 14x19x39</w:t>
      </w:r>
    </w:p>
    <w:p w:rsidR="008D1D9A" w:rsidRDefault="00994918" w:rsidP="009D7543">
      <w:pPr>
        <w:spacing w:after="0" w:line="240" w:lineRule="auto"/>
        <w:ind w:right="-568"/>
        <w:jc w:val="both"/>
      </w:pPr>
      <w:r>
        <w:t xml:space="preserve">(1,75 </w:t>
      </w:r>
      <w:proofErr w:type="gramStart"/>
      <w:r>
        <w:t>x3,</w:t>
      </w:r>
      <w:proofErr w:type="gramEnd"/>
      <w:r>
        <w:t xml:space="preserve">77 ) x 5 </w:t>
      </w:r>
      <w:proofErr w:type="spellStart"/>
      <w:r>
        <w:t>tramos</w:t>
      </w:r>
      <w:proofErr w:type="spellEnd"/>
      <w:r>
        <w:t xml:space="preserve"> = 32,98 m²</w:t>
      </w:r>
    </w:p>
    <w:p w:rsidR="00994918" w:rsidRDefault="00994918" w:rsidP="009D7543">
      <w:pPr>
        <w:spacing w:after="0" w:line="240" w:lineRule="auto"/>
        <w:ind w:right="-568"/>
        <w:jc w:val="both"/>
      </w:pPr>
      <w:r>
        <w:t>(1,36</w:t>
      </w:r>
      <w:proofErr w:type="gramStart"/>
      <w:r>
        <w:t>x3,</w:t>
      </w:r>
      <w:proofErr w:type="gramEnd"/>
      <w:r>
        <w:t xml:space="preserve">77) x 5 </w:t>
      </w:r>
      <w:proofErr w:type="spellStart"/>
      <w:r>
        <w:t>tramos</w:t>
      </w:r>
      <w:proofErr w:type="spellEnd"/>
      <w:r>
        <w:t xml:space="preserve"> = 25,63 m²</w:t>
      </w:r>
    </w:p>
    <w:p w:rsidR="000626A6" w:rsidRDefault="000626A6" w:rsidP="009D7543">
      <w:pPr>
        <w:spacing w:after="0" w:line="240" w:lineRule="auto"/>
        <w:ind w:right="-568"/>
        <w:jc w:val="both"/>
        <w:rPr>
          <w:b/>
        </w:rPr>
      </w:pPr>
      <w:r>
        <w:t>Total =</w:t>
      </w:r>
      <w:proofErr w:type="gramStart"/>
      <w:r>
        <w:t xml:space="preserve">  </w:t>
      </w:r>
      <w:proofErr w:type="gramEnd"/>
      <w:r>
        <w:t xml:space="preserve">58,62 m³ + 10% = </w:t>
      </w:r>
      <w:r w:rsidRPr="000626A6">
        <w:rPr>
          <w:b/>
        </w:rPr>
        <w:t>64,48 m²</w:t>
      </w:r>
    </w:p>
    <w:p w:rsidR="00F85156" w:rsidRDefault="00F85156" w:rsidP="009D7543">
      <w:pPr>
        <w:spacing w:after="0" w:line="240" w:lineRule="auto"/>
        <w:ind w:right="-568"/>
        <w:jc w:val="both"/>
      </w:pPr>
    </w:p>
    <w:p w:rsidR="00F85156" w:rsidRDefault="00F85156" w:rsidP="009D7543">
      <w:pPr>
        <w:spacing w:after="0" w:line="240" w:lineRule="auto"/>
        <w:ind w:right="-568"/>
        <w:jc w:val="both"/>
      </w:pPr>
      <w:r>
        <w:t xml:space="preserve">12 Drenagem </w:t>
      </w:r>
    </w:p>
    <w:p w:rsidR="00F85156" w:rsidRDefault="00F85156" w:rsidP="009D7543">
      <w:pPr>
        <w:spacing w:after="0" w:line="240" w:lineRule="auto"/>
        <w:ind w:right="-568"/>
        <w:jc w:val="both"/>
      </w:pPr>
    </w:p>
    <w:p w:rsidR="00F85156" w:rsidRPr="00CF3834" w:rsidRDefault="00F85156" w:rsidP="009D754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r w:rsidRPr="00CF3834">
        <w:rPr>
          <w:rFonts w:cstheme="minorHAnsi"/>
          <w:color w:val="000000" w:themeColor="text1"/>
        </w:rPr>
        <w:t xml:space="preserve">Manta de </w:t>
      </w:r>
      <w:proofErr w:type="spellStart"/>
      <w:r w:rsidRPr="00CF3834">
        <w:rPr>
          <w:rFonts w:cstheme="minorHAnsi"/>
          <w:color w:val="000000" w:themeColor="text1"/>
        </w:rPr>
        <w:t>Bidim</w:t>
      </w:r>
      <w:proofErr w:type="spellEnd"/>
      <w:r w:rsidRPr="00CF3834">
        <w:rPr>
          <w:rFonts w:cstheme="minorHAnsi"/>
          <w:color w:val="000000" w:themeColor="text1"/>
        </w:rPr>
        <w:t xml:space="preserve"> </w:t>
      </w:r>
      <w:proofErr w:type="spellStart"/>
      <w:r w:rsidRPr="00CF3834">
        <w:rPr>
          <w:rFonts w:cstheme="minorHAnsi"/>
          <w:color w:val="000000" w:themeColor="text1"/>
        </w:rPr>
        <w:t>geotextil</w:t>
      </w:r>
      <w:proofErr w:type="spellEnd"/>
      <w:r w:rsidRPr="00CF3834">
        <w:rPr>
          <w:rFonts w:cstheme="minorHAnsi"/>
          <w:color w:val="000000" w:themeColor="text1"/>
        </w:rPr>
        <w:t xml:space="preserve"> para envolver tubo corrugado -</w:t>
      </w:r>
      <w:r w:rsidRPr="00CF3834">
        <w:rPr>
          <w:rFonts w:cstheme="minorHAnsi"/>
          <w:b/>
          <w:bCs/>
          <w:color w:val="000000" w:themeColor="text1"/>
        </w:rPr>
        <w:t xml:space="preserve"> 10,00m</w:t>
      </w:r>
    </w:p>
    <w:p w:rsidR="00F85156" w:rsidRPr="00CF3834" w:rsidRDefault="00F85156" w:rsidP="009D754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r w:rsidRPr="00CF3834">
        <w:rPr>
          <w:rFonts w:cstheme="minorHAnsi"/>
          <w:color w:val="000000" w:themeColor="text1"/>
        </w:rPr>
        <w:t>Brita 2 - ((0,25 x 2,50 x 9,30) + (0.25 x 1,00 x 8,30)) =</w:t>
      </w:r>
      <w:r w:rsidRPr="00CF3834">
        <w:rPr>
          <w:rFonts w:cstheme="minorHAnsi"/>
          <w:b/>
          <w:bCs/>
          <w:color w:val="000000" w:themeColor="text1"/>
        </w:rPr>
        <w:t xml:space="preserve"> 7,88m³</w:t>
      </w:r>
    </w:p>
    <w:p w:rsidR="00F85156" w:rsidRPr="00CF3834" w:rsidRDefault="00F85156" w:rsidP="009D754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proofErr w:type="spellStart"/>
      <w:r w:rsidRPr="00CF3834">
        <w:rPr>
          <w:rFonts w:cstheme="minorHAnsi"/>
          <w:color w:val="000000" w:themeColor="text1"/>
        </w:rPr>
        <w:t>Geocom</w:t>
      </w:r>
      <w:r>
        <w:rPr>
          <w:rFonts w:cstheme="minorHAnsi"/>
          <w:color w:val="000000" w:themeColor="text1"/>
        </w:rPr>
        <w:t>posto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gramStart"/>
      <w:r>
        <w:rPr>
          <w:rFonts w:cstheme="minorHAnsi"/>
          <w:color w:val="000000" w:themeColor="text1"/>
        </w:rPr>
        <w:t>16mm</w:t>
      </w:r>
      <w:proofErr w:type="gramEnd"/>
      <w:r>
        <w:rPr>
          <w:rFonts w:cstheme="minorHAnsi"/>
          <w:color w:val="000000" w:themeColor="text1"/>
        </w:rPr>
        <w:t xml:space="preserve"> muro - ((4,3m x 21,24</w:t>
      </w:r>
      <w:r w:rsidRPr="00CF3834">
        <w:rPr>
          <w:rFonts w:cstheme="minorHAnsi"/>
          <w:color w:val="000000" w:themeColor="text1"/>
        </w:rPr>
        <w:t xml:space="preserve">m) + 8,30m = </w:t>
      </w:r>
      <w:r>
        <w:rPr>
          <w:rFonts w:cstheme="minorHAnsi"/>
          <w:b/>
          <w:bCs/>
          <w:color w:val="000000" w:themeColor="text1"/>
        </w:rPr>
        <w:t>91,33</w:t>
      </w:r>
      <w:r w:rsidRPr="00CF3834">
        <w:rPr>
          <w:rFonts w:cstheme="minorHAnsi"/>
          <w:b/>
          <w:bCs/>
          <w:color w:val="000000" w:themeColor="text1"/>
        </w:rPr>
        <w:t>m²</w:t>
      </w:r>
    </w:p>
    <w:p w:rsidR="00F85156" w:rsidRPr="00CF3834" w:rsidRDefault="00F85156" w:rsidP="009D754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Pintura Impermeabilizante – 4,30</w:t>
      </w:r>
      <w:r w:rsidRPr="00CF3834">
        <w:rPr>
          <w:rFonts w:cstheme="minorHAnsi"/>
          <w:color w:val="000000" w:themeColor="text1"/>
        </w:rPr>
        <w:t xml:space="preserve"> x </w:t>
      </w:r>
      <w:r>
        <w:rPr>
          <w:rFonts w:cstheme="minorHAnsi"/>
          <w:color w:val="000000" w:themeColor="text1"/>
        </w:rPr>
        <w:t>21,24</w:t>
      </w:r>
      <w:r w:rsidRPr="00CF3834">
        <w:rPr>
          <w:rFonts w:cstheme="minorHAnsi"/>
          <w:color w:val="000000" w:themeColor="text1"/>
        </w:rPr>
        <w:t xml:space="preserve">= </w:t>
      </w:r>
      <w:r>
        <w:rPr>
          <w:rFonts w:cstheme="minorHAnsi"/>
          <w:b/>
          <w:bCs/>
          <w:color w:val="000000" w:themeColor="text1"/>
        </w:rPr>
        <w:t>91,33</w:t>
      </w:r>
      <w:r w:rsidRPr="00CF3834">
        <w:rPr>
          <w:rFonts w:cstheme="minorHAnsi"/>
          <w:b/>
          <w:bCs/>
          <w:color w:val="000000" w:themeColor="text1"/>
        </w:rPr>
        <w:t>m²</w:t>
      </w:r>
    </w:p>
    <w:p w:rsidR="00F85156" w:rsidRPr="00CF3834" w:rsidRDefault="00F85156" w:rsidP="009D754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color w:val="000000" w:themeColor="text1"/>
        </w:rPr>
        <w:t>6</w:t>
      </w:r>
      <w:r w:rsidRPr="00CF3834">
        <w:rPr>
          <w:rFonts w:cstheme="minorHAnsi"/>
          <w:color w:val="000000" w:themeColor="text1"/>
        </w:rPr>
        <w:t xml:space="preserve"> Barbacãs PVC 75mm = </w:t>
      </w:r>
      <w:r w:rsidR="006C3D2C">
        <w:rPr>
          <w:rFonts w:cstheme="minorHAnsi"/>
          <w:b/>
          <w:bCs/>
          <w:color w:val="000000" w:themeColor="text1"/>
        </w:rPr>
        <w:t>6  de 1m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CF3834">
        <w:rPr>
          <w:rFonts w:cstheme="minorHAnsi"/>
          <w:b/>
          <w:bCs/>
          <w:color w:val="000000" w:themeColor="text1"/>
        </w:rPr>
        <w:t xml:space="preserve">  </w:t>
      </w:r>
    </w:p>
    <w:p w:rsidR="00F85156" w:rsidRPr="0085367D" w:rsidRDefault="00F85156" w:rsidP="009D7543">
      <w:pPr>
        <w:spacing w:after="0" w:line="240" w:lineRule="auto"/>
        <w:ind w:right="-568"/>
        <w:jc w:val="both"/>
      </w:pPr>
    </w:p>
    <w:p w:rsidR="003C14DA" w:rsidRDefault="00344849" w:rsidP="009D7543">
      <w:pPr>
        <w:ind w:left="360"/>
        <w:jc w:val="both"/>
        <w:rPr>
          <w:b/>
        </w:rPr>
      </w:pPr>
      <w:r>
        <w:rPr>
          <w:b/>
        </w:rPr>
        <w:t xml:space="preserve">13 Revestimento </w:t>
      </w:r>
    </w:p>
    <w:p w:rsidR="00344849" w:rsidRDefault="000F0872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13.1 </w:t>
      </w:r>
      <w:r w:rsidR="00344849" w:rsidRPr="00344849">
        <w:rPr>
          <w:rFonts w:cstheme="minorHAnsi"/>
          <w:color w:val="000000" w:themeColor="text1"/>
        </w:rPr>
        <w:t>Fornecimento e execução de emboço p/ recomposição de emboço traço 1:3</w:t>
      </w:r>
    </w:p>
    <w:p w:rsidR="00344849" w:rsidRDefault="004828D6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Vigas (21,24 x 0,40)x3 faces= 25,48 m²</w:t>
      </w:r>
    </w:p>
    <w:p w:rsidR="004828D6" w:rsidRDefault="004828D6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Pilares (4,47 x 0,15)x7 faces</w:t>
      </w:r>
      <w:proofErr w:type="gramStart"/>
      <w:r>
        <w:rPr>
          <w:rFonts w:cstheme="minorHAnsi"/>
          <w:color w:val="000000" w:themeColor="text1"/>
        </w:rPr>
        <w:t xml:space="preserve">  </w:t>
      </w:r>
      <w:proofErr w:type="gramEnd"/>
      <w:r>
        <w:rPr>
          <w:rFonts w:cstheme="minorHAnsi"/>
          <w:color w:val="000000" w:themeColor="text1"/>
        </w:rPr>
        <w:t xml:space="preserve">x 7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r>
        <w:rPr>
          <w:rFonts w:cstheme="minorHAnsi"/>
          <w:color w:val="000000" w:themeColor="text1"/>
        </w:rPr>
        <w:t xml:space="preserve">  = 32,85 m²</w:t>
      </w:r>
    </w:p>
    <w:p w:rsidR="004828D6" w:rsidRDefault="004828D6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Alvenaria </w:t>
      </w:r>
      <w:r w:rsidR="009D3B29">
        <w:rPr>
          <w:rFonts w:cstheme="minorHAnsi"/>
          <w:color w:val="000000" w:themeColor="text1"/>
        </w:rPr>
        <w:t xml:space="preserve">(3,77x 1,75)x </w:t>
      </w:r>
      <w:proofErr w:type="gramStart"/>
      <w:r w:rsidR="009D3B29">
        <w:rPr>
          <w:rFonts w:cstheme="minorHAnsi"/>
          <w:color w:val="000000" w:themeColor="text1"/>
        </w:rPr>
        <w:t>5</w:t>
      </w:r>
      <w:proofErr w:type="gramEnd"/>
      <w:r w:rsidR="009D3B29">
        <w:rPr>
          <w:rFonts w:cstheme="minorHAnsi"/>
          <w:color w:val="000000" w:themeColor="text1"/>
        </w:rPr>
        <w:t xml:space="preserve"> vãos + (3,77x 1,36) x 5 vãos =  32,98 + 25,63 = 58,61 m²</w:t>
      </w:r>
    </w:p>
    <w:p w:rsidR="009D3B29" w:rsidRPr="00344849" w:rsidRDefault="009D3B29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Total = 58,61 + 32,85 + 25,48 = 116,95 m²</w:t>
      </w:r>
      <w:r w:rsidR="005B150B">
        <w:rPr>
          <w:rFonts w:cstheme="minorHAnsi"/>
          <w:color w:val="000000" w:themeColor="text1"/>
        </w:rPr>
        <w:t xml:space="preserve"> + 10% = </w:t>
      </w:r>
      <w:r w:rsidR="005B150B" w:rsidRPr="009D7543">
        <w:rPr>
          <w:rFonts w:cstheme="minorHAnsi"/>
          <w:b/>
          <w:color w:val="000000" w:themeColor="text1"/>
        </w:rPr>
        <w:t>128,64 m²</w:t>
      </w:r>
    </w:p>
    <w:p w:rsidR="00344849" w:rsidRPr="00344849" w:rsidRDefault="000F0872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13.2 </w:t>
      </w:r>
      <w:r w:rsidR="00344849" w:rsidRPr="00344849">
        <w:rPr>
          <w:rFonts w:cstheme="minorHAnsi"/>
          <w:color w:val="000000" w:themeColor="text1"/>
        </w:rPr>
        <w:t>Fornecimento e execução de chapisco p/ recomposição de emboço traço 1:3</w:t>
      </w:r>
    </w:p>
    <w:p w:rsidR="000F0872" w:rsidRDefault="000F0872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Vigas (21,24 x 0,40)x3 faces= 25,48 m²</w:t>
      </w:r>
    </w:p>
    <w:p w:rsidR="000F0872" w:rsidRDefault="000F0872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Pilares (4,47 x 0,15)x7 faces</w:t>
      </w:r>
      <w:proofErr w:type="gramStart"/>
      <w:r>
        <w:rPr>
          <w:rFonts w:cstheme="minorHAnsi"/>
          <w:color w:val="000000" w:themeColor="text1"/>
        </w:rPr>
        <w:t xml:space="preserve">  </w:t>
      </w:r>
      <w:proofErr w:type="gramEnd"/>
      <w:r>
        <w:rPr>
          <w:rFonts w:cstheme="minorHAnsi"/>
          <w:color w:val="000000" w:themeColor="text1"/>
        </w:rPr>
        <w:t xml:space="preserve">x 7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r>
        <w:rPr>
          <w:rFonts w:cstheme="minorHAnsi"/>
          <w:color w:val="000000" w:themeColor="text1"/>
        </w:rPr>
        <w:t xml:space="preserve">  = 32,85 m²</w:t>
      </w:r>
    </w:p>
    <w:p w:rsidR="000F0872" w:rsidRDefault="000F0872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Alvenaria (3,77x 1,75)x </w:t>
      </w:r>
      <w:proofErr w:type="gramStart"/>
      <w:r>
        <w:rPr>
          <w:rFonts w:cstheme="minorHAnsi"/>
          <w:color w:val="000000" w:themeColor="text1"/>
        </w:rPr>
        <w:t>5</w:t>
      </w:r>
      <w:proofErr w:type="gramEnd"/>
      <w:r>
        <w:rPr>
          <w:rFonts w:cstheme="minorHAnsi"/>
          <w:color w:val="000000" w:themeColor="text1"/>
        </w:rPr>
        <w:t xml:space="preserve"> vãos + (3,77x 1,36) x 5 vãos =  32,98 + 25,63 = 58,61 m²</w:t>
      </w:r>
    </w:p>
    <w:p w:rsidR="000F0872" w:rsidRDefault="000F0872" w:rsidP="009D7543">
      <w:pPr>
        <w:ind w:left="36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 xml:space="preserve">Total = 58,61 + 32,85 + 25,48 = 116,95 m² + 10% = </w:t>
      </w:r>
      <w:r w:rsidRPr="009D7543">
        <w:rPr>
          <w:rFonts w:cstheme="minorHAnsi"/>
          <w:b/>
          <w:color w:val="000000" w:themeColor="text1"/>
        </w:rPr>
        <w:t>128,64 m²</w:t>
      </w:r>
    </w:p>
    <w:p w:rsidR="0003131C" w:rsidRPr="00344849" w:rsidRDefault="0003131C" w:rsidP="0003131C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13.2 </w:t>
      </w:r>
      <w:r w:rsidRPr="00344849">
        <w:rPr>
          <w:rFonts w:cstheme="minorHAnsi"/>
          <w:color w:val="000000" w:themeColor="text1"/>
        </w:rPr>
        <w:t>For</w:t>
      </w:r>
      <w:r>
        <w:rPr>
          <w:rFonts w:cstheme="minorHAnsi"/>
          <w:color w:val="000000" w:themeColor="text1"/>
        </w:rPr>
        <w:t>necimento e execução de reboco</w:t>
      </w:r>
      <w:r w:rsidRPr="00344849">
        <w:rPr>
          <w:rFonts w:cstheme="minorHAnsi"/>
          <w:color w:val="000000" w:themeColor="text1"/>
        </w:rPr>
        <w:t xml:space="preserve"> traço 1:3</w:t>
      </w:r>
    </w:p>
    <w:p w:rsidR="0003131C" w:rsidRDefault="0003131C" w:rsidP="0003131C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Vigas (21,24 x 0,40)x3 faces= 25,48 m²</w:t>
      </w:r>
    </w:p>
    <w:p w:rsidR="0003131C" w:rsidRDefault="0003131C" w:rsidP="0003131C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Pilares (4,47 x 0,15)x7 faces</w:t>
      </w:r>
      <w:proofErr w:type="gramStart"/>
      <w:r>
        <w:rPr>
          <w:rFonts w:cstheme="minorHAnsi"/>
          <w:color w:val="000000" w:themeColor="text1"/>
        </w:rPr>
        <w:t xml:space="preserve">  </w:t>
      </w:r>
      <w:proofErr w:type="gramEnd"/>
      <w:r>
        <w:rPr>
          <w:rFonts w:cstheme="minorHAnsi"/>
          <w:color w:val="000000" w:themeColor="text1"/>
        </w:rPr>
        <w:t xml:space="preserve">x 7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r>
        <w:rPr>
          <w:rFonts w:cstheme="minorHAnsi"/>
          <w:color w:val="000000" w:themeColor="text1"/>
        </w:rPr>
        <w:t xml:space="preserve">  = 32,85 m²</w:t>
      </w:r>
    </w:p>
    <w:p w:rsidR="0003131C" w:rsidRDefault="0003131C" w:rsidP="0003131C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Alvenaria (3,77x 1,75)x </w:t>
      </w:r>
      <w:proofErr w:type="gramStart"/>
      <w:r>
        <w:rPr>
          <w:rFonts w:cstheme="minorHAnsi"/>
          <w:color w:val="000000" w:themeColor="text1"/>
        </w:rPr>
        <w:t>5</w:t>
      </w:r>
      <w:proofErr w:type="gramEnd"/>
      <w:r>
        <w:rPr>
          <w:rFonts w:cstheme="minorHAnsi"/>
          <w:color w:val="000000" w:themeColor="text1"/>
        </w:rPr>
        <w:t xml:space="preserve"> vãos + (3,77x 1,36) x 5 vãos =  32,98 + 25,63 = 58,61 m²</w:t>
      </w:r>
    </w:p>
    <w:p w:rsidR="0003131C" w:rsidRPr="0003131C" w:rsidRDefault="0003131C" w:rsidP="0003131C">
      <w:pPr>
        <w:ind w:left="36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t xml:space="preserve">Total = 58,61 + 32,85 + 25,48 = 116,95 m² + 10% = </w:t>
      </w:r>
      <w:r w:rsidRPr="009D7543">
        <w:rPr>
          <w:rFonts w:cstheme="minorHAnsi"/>
          <w:b/>
          <w:color w:val="000000" w:themeColor="text1"/>
        </w:rPr>
        <w:t>128,64 m²</w:t>
      </w:r>
    </w:p>
    <w:p w:rsidR="00A86DA4" w:rsidRDefault="00605E59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14 Pintura de </w:t>
      </w:r>
      <w:r w:rsidR="00647700">
        <w:rPr>
          <w:rFonts w:cstheme="minorHAnsi"/>
          <w:color w:val="000000" w:themeColor="text1"/>
        </w:rPr>
        <w:t xml:space="preserve">Esquadrias, </w:t>
      </w:r>
      <w:r w:rsidR="001572D5">
        <w:rPr>
          <w:rFonts w:cstheme="minorHAnsi"/>
          <w:color w:val="000000" w:themeColor="text1"/>
        </w:rPr>
        <w:t>guarda</w:t>
      </w:r>
      <w:r w:rsidR="00A86DA4">
        <w:rPr>
          <w:rFonts w:cstheme="minorHAnsi"/>
          <w:color w:val="000000" w:themeColor="text1"/>
        </w:rPr>
        <w:t xml:space="preserve"> </w:t>
      </w:r>
      <w:proofErr w:type="spellStart"/>
      <w:proofErr w:type="gramStart"/>
      <w:r w:rsidR="00647700">
        <w:rPr>
          <w:rFonts w:cstheme="minorHAnsi"/>
          <w:color w:val="000000" w:themeColor="text1"/>
        </w:rPr>
        <w:t>Corpo,</w:t>
      </w:r>
      <w:proofErr w:type="gramEnd"/>
      <w:r w:rsidR="009D7543">
        <w:rPr>
          <w:rFonts w:cstheme="minorHAnsi"/>
          <w:color w:val="000000" w:themeColor="text1"/>
        </w:rPr>
        <w:t>toldo</w:t>
      </w:r>
      <w:r w:rsidR="00B8608B">
        <w:rPr>
          <w:rFonts w:cstheme="minorHAnsi"/>
          <w:color w:val="000000" w:themeColor="text1"/>
        </w:rPr>
        <w:t>,placa</w:t>
      </w:r>
      <w:proofErr w:type="spellEnd"/>
      <w:r w:rsidR="00B8608B">
        <w:rPr>
          <w:rFonts w:cstheme="minorHAnsi"/>
          <w:color w:val="000000" w:themeColor="text1"/>
        </w:rPr>
        <w:t xml:space="preserve"> do colégio</w:t>
      </w:r>
      <w:r w:rsidR="009D7543">
        <w:rPr>
          <w:rFonts w:cstheme="minorHAnsi"/>
          <w:color w:val="000000" w:themeColor="text1"/>
        </w:rPr>
        <w:t xml:space="preserve"> e</w:t>
      </w:r>
      <w:r>
        <w:rPr>
          <w:rFonts w:cstheme="minorHAnsi"/>
          <w:color w:val="000000" w:themeColor="text1"/>
        </w:rPr>
        <w:t xml:space="preserve"> parede</w:t>
      </w:r>
      <w:r w:rsidR="009D7543">
        <w:rPr>
          <w:rFonts w:cstheme="minorHAnsi"/>
          <w:color w:val="000000" w:themeColor="text1"/>
        </w:rPr>
        <w:t>:</w:t>
      </w:r>
    </w:p>
    <w:p w:rsidR="00C34742" w:rsidRDefault="001572D5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14</w:t>
      </w:r>
      <w:r w:rsidR="00605E59" w:rsidRPr="00605E59">
        <w:rPr>
          <w:rFonts w:cstheme="minorHAnsi"/>
          <w:color w:val="000000" w:themeColor="text1"/>
        </w:rPr>
        <w:t>.1</w:t>
      </w:r>
      <w:r w:rsidR="00605E59">
        <w:rPr>
          <w:rFonts w:ascii="Times New Roman" w:hAnsi="Times New Roman"/>
          <w:b/>
          <w:sz w:val="18"/>
          <w:szCs w:val="18"/>
        </w:rPr>
        <w:t xml:space="preserve"> </w:t>
      </w:r>
      <w:r w:rsidR="00A86DA4" w:rsidRPr="00605E59">
        <w:rPr>
          <w:rFonts w:cstheme="minorHAnsi"/>
          <w:color w:val="000000" w:themeColor="text1"/>
        </w:rPr>
        <w:t>Restauração e aplicação de pintura esmalte à base de água sobre ferro, brilhante ou acetinado, com no mínimo duas demãos de acabamento, material</w:t>
      </w:r>
      <w:r w:rsidRPr="00605E59">
        <w:rPr>
          <w:rFonts w:cstheme="minorHAnsi"/>
          <w:color w:val="000000" w:themeColor="text1"/>
        </w:rPr>
        <w:t xml:space="preserve"> </w:t>
      </w:r>
      <w:r w:rsidR="00A86DA4" w:rsidRPr="00605E59">
        <w:rPr>
          <w:rFonts w:cstheme="minorHAnsi"/>
          <w:color w:val="000000" w:themeColor="text1"/>
        </w:rPr>
        <w:t xml:space="preserve">de primeira qualidade, classificação </w:t>
      </w:r>
      <w:proofErr w:type="spellStart"/>
      <w:proofErr w:type="gramStart"/>
      <w:r w:rsidR="00A86DA4" w:rsidRPr="00605E59">
        <w:rPr>
          <w:rFonts w:cstheme="minorHAnsi"/>
          <w:color w:val="000000" w:themeColor="text1"/>
        </w:rPr>
        <w:t>premium</w:t>
      </w:r>
      <w:proofErr w:type="spellEnd"/>
      <w:proofErr w:type="gramEnd"/>
      <w:r w:rsidR="00A86DA4" w:rsidRPr="00605E59">
        <w:rPr>
          <w:rFonts w:cstheme="minorHAnsi"/>
          <w:color w:val="000000" w:themeColor="text1"/>
        </w:rPr>
        <w:t xml:space="preserve">, após o adequado lixamento, limpeza, </w:t>
      </w:r>
      <w:proofErr w:type="spellStart"/>
      <w:r w:rsidR="00A86DA4" w:rsidRPr="00605E59">
        <w:rPr>
          <w:rFonts w:cstheme="minorHAnsi"/>
          <w:color w:val="000000" w:themeColor="text1"/>
        </w:rPr>
        <w:t>desengorduramento</w:t>
      </w:r>
      <w:proofErr w:type="spellEnd"/>
      <w:r w:rsidR="00A86DA4" w:rsidRPr="00605E59">
        <w:rPr>
          <w:rFonts w:cstheme="minorHAnsi"/>
          <w:color w:val="000000" w:themeColor="text1"/>
        </w:rPr>
        <w:t xml:space="preserve"> .</w:t>
      </w:r>
    </w:p>
    <w:p w:rsidR="00605E59" w:rsidRDefault="000757DF" w:rsidP="00DC36BE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Gradil guarda corpo</w:t>
      </w:r>
      <w:r w:rsidR="001572D5">
        <w:rPr>
          <w:rFonts w:cstheme="minorHAnsi"/>
          <w:color w:val="000000" w:themeColor="text1"/>
        </w:rPr>
        <w:t>:</w:t>
      </w:r>
      <w:r>
        <w:rPr>
          <w:rFonts w:cstheme="minorHAnsi"/>
          <w:color w:val="000000" w:themeColor="text1"/>
        </w:rPr>
        <w:t xml:space="preserve"> (22,24 m x 0,70m</w:t>
      </w:r>
      <w:r w:rsidR="001572D5">
        <w:rPr>
          <w:rFonts w:cstheme="minorHAnsi"/>
          <w:color w:val="000000" w:themeColor="text1"/>
        </w:rPr>
        <w:t>)</w:t>
      </w:r>
      <w:r>
        <w:rPr>
          <w:rFonts w:cstheme="minorHAnsi"/>
          <w:color w:val="000000" w:themeColor="text1"/>
        </w:rPr>
        <w:t xml:space="preserve"> + 10% =17,12 m²</w:t>
      </w:r>
    </w:p>
    <w:p w:rsidR="00605E59" w:rsidRDefault="00CF5AD8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Portão social = 1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proofErr w:type="gramStart"/>
      <w:r>
        <w:rPr>
          <w:rFonts w:cstheme="minorHAnsi"/>
          <w:color w:val="000000" w:themeColor="text1"/>
        </w:rPr>
        <w:t xml:space="preserve">  </w:t>
      </w:r>
      <w:proofErr w:type="gramEnd"/>
      <w:r>
        <w:rPr>
          <w:rFonts w:cstheme="minorHAnsi"/>
          <w:color w:val="000000" w:themeColor="text1"/>
        </w:rPr>
        <w:t>(2,00x2,10) = 4,2 m ² x 2 lados = 8,4 m²</w:t>
      </w:r>
    </w:p>
    <w:p w:rsidR="00B8608B" w:rsidRDefault="00B8608B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Placa do Colégio 2m x1m = 2 m²</w:t>
      </w:r>
    </w:p>
    <w:p w:rsidR="00B96F5B" w:rsidRDefault="00B96F5B" w:rsidP="00B96F5B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Toldo guarda sol </w:t>
      </w:r>
      <w:proofErr w:type="gramStart"/>
      <w:r>
        <w:rPr>
          <w:rFonts w:cstheme="minorHAnsi"/>
          <w:color w:val="000000" w:themeColor="text1"/>
        </w:rPr>
        <w:t>1</w:t>
      </w:r>
      <w:proofErr w:type="gram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r>
        <w:rPr>
          <w:rFonts w:cstheme="minorHAnsi"/>
          <w:color w:val="000000" w:themeColor="text1"/>
        </w:rPr>
        <w:t xml:space="preserve"> (2mx1m)</w:t>
      </w:r>
    </w:p>
    <w:p w:rsidR="009D7543" w:rsidRPr="009D7543" w:rsidRDefault="00B96F5B" w:rsidP="009D7543">
      <w:pPr>
        <w:ind w:left="36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Total = 17,12 + 8,4 = 29</w:t>
      </w:r>
      <w:r w:rsidR="009D7543" w:rsidRPr="009D7543">
        <w:rPr>
          <w:rFonts w:cstheme="minorHAnsi"/>
          <w:b/>
          <w:color w:val="000000" w:themeColor="text1"/>
        </w:rPr>
        <w:t>,52 m²</w:t>
      </w:r>
    </w:p>
    <w:p w:rsidR="00605E59" w:rsidRPr="00605E59" w:rsidRDefault="001572D5" w:rsidP="009D7543">
      <w:p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14</w:t>
      </w:r>
      <w:r w:rsidR="00605E59">
        <w:rPr>
          <w:rFonts w:cstheme="minorHAnsi"/>
          <w:color w:val="000000" w:themeColor="text1"/>
        </w:rPr>
        <w:t xml:space="preserve">.2 </w:t>
      </w:r>
      <w:r w:rsidR="00605E59" w:rsidRPr="00605E59">
        <w:rPr>
          <w:rFonts w:cstheme="minorHAnsi"/>
          <w:color w:val="000000" w:themeColor="text1"/>
        </w:rPr>
        <w:t>Fornecimento e aplicação de fundo protetor antioxidante para metais</w:t>
      </w:r>
    </w:p>
    <w:p w:rsidR="001572D5" w:rsidRDefault="001572D5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Gradil guarda corpo: (22,24 m x 0,70m) + 10% =17,12 m²</w:t>
      </w:r>
    </w:p>
    <w:p w:rsidR="001572D5" w:rsidRDefault="001572D5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Portão social = 1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proofErr w:type="gramStart"/>
      <w:r>
        <w:rPr>
          <w:rFonts w:cstheme="minorHAnsi"/>
          <w:color w:val="000000" w:themeColor="text1"/>
        </w:rPr>
        <w:t xml:space="preserve">  </w:t>
      </w:r>
      <w:proofErr w:type="gramEnd"/>
      <w:r>
        <w:rPr>
          <w:rFonts w:cstheme="minorHAnsi"/>
          <w:color w:val="000000" w:themeColor="text1"/>
        </w:rPr>
        <w:t>(2,00x2,10) = 4,2 m ² x 2 lados = 8,4 m²</w:t>
      </w:r>
    </w:p>
    <w:p w:rsidR="003140C0" w:rsidRDefault="003140C0" w:rsidP="009D7543">
      <w:pPr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Toldo guarda sol </w:t>
      </w:r>
      <w:proofErr w:type="gramStart"/>
      <w:r>
        <w:rPr>
          <w:rFonts w:cstheme="minorHAnsi"/>
          <w:color w:val="000000" w:themeColor="text1"/>
        </w:rPr>
        <w:t>1</w:t>
      </w:r>
      <w:proofErr w:type="gram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und</w:t>
      </w:r>
      <w:proofErr w:type="spellEnd"/>
      <w:r>
        <w:rPr>
          <w:rFonts w:cstheme="minorHAnsi"/>
          <w:color w:val="000000" w:themeColor="text1"/>
        </w:rPr>
        <w:t xml:space="preserve"> (2mx1m)</w:t>
      </w:r>
    </w:p>
    <w:p w:rsidR="009D7543" w:rsidRPr="009D7543" w:rsidRDefault="009D7543" w:rsidP="009D7543">
      <w:pPr>
        <w:ind w:left="360"/>
        <w:jc w:val="both"/>
        <w:rPr>
          <w:rFonts w:cstheme="minorHAnsi"/>
          <w:b/>
          <w:color w:val="000000" w:themeColor="text1"/>
        </w:rPr>
      </w:pPr>
      <w:r w:rsidRPr="009D7543">
        <w:rPr>
          <w:rFonts w:cstheme="minorHAnsi"/>
          <w:b/>
          <w:color w:val="000000" w:themeColor="text1"/>
        </w:rPr>
        <w:t>Total = 25,52 m²</w:t>
      </w:r>
    </w:p>
    <w:p w:rsidR="001572D5" w:rsidRPr="001572D5" w:rsidRDefault="001572D5" w:rsidP="009D7543">
      <w:pPr>
        <w:spacing w:after="0" w:line="240" w:lineRule="auto"/>
        <w:ind w:left="284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14.3 </w:t>
      </w:r>
      <w:r w:rsidRPr="001572D5">
        <w:rPr>
          <w:rFonts w:cstheme="minorHAnsi"/>
          <w:color w:val="000000" w:themeColor="text1"/>
        </w:rPr>
        <w:t xml:space="preserve">Fornecimento e aplicação de pintura acrílica, após lixamento vigoroso, limpeza, fundo preparador e no mínimo, duas demãos de tinta acrílica de primeira qualidade, acetinada, classificação </w:t>
      </w:r>
      <w:proofErr w:type="spellStart"/>
      <w:proofErr w:type="gramStart"/>
      <w:r w:rsidRPr="001572D5">
        <w:rPr>
          <w:rFonts w:cstheme="minorHAnsi"/>
          <w:color w:val="000000" w:themeColor="text1"/>
        </w:rPr>
        <w:t>premium</w:t>
      </w:r>
      <w:proofErr w:type="spellEnd"/>
      <w:proofErr w:type="gramEnd"/>
      <w:r w:rsidRPr="001572D5">
        <w:rPr>
          <w:rFonts w:cstheme="minorHAnsi"/>
          <w:color w:val="000000" w:themeColor="text1"/>
        </w:rPr>
        <w:t xml:space="preserve"> </w:t>
      </w:r>
    </w:p>
    <w:p w:rsidR="001572D5" w:rsidRDefault="001572D5" w:rsidP="009D7543">
      <w:pPr>
        <w:ind w:left="36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t xml:space="preserve">(21,24 m x 4,47) + 10% </w:t>
      </w:r>
      <w:r w:rsidRPr="009D7543">
        <w:rPr>
          <w:rFonts w:cstheme="minorHAnsi"/>
          <w:b/>
          <w:color w:val="000000" w:themeColor="text1"/>
        </w:rPr>
        <w:t>= 104,43 m²</w:t>
      </w:r>
    </w:p>
    <w:p w:rsidR="0003131C" w:rsidRDefault="0003131C" w:rsidP="009D7543">
      <w:pPr>
        <w:ind w:left="36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15 Esquadria </w:t>
      </w:r>
    </w:p>
    <w:p w:rsidR="0003131C" w:rsidRPr="0003131C" w:rsidRDefault="0003131C" w:rsidP="009D7543">
      <w:pPr>
        <w:ind w:left="360"/>
        <w:jc w:val="both"/>
        <w:rPr>
          <w:rFonts w:cstheme="minorHAnsi"/>
          <w:color w:val="000000" w:themeColor="text1"/>
        </w:rPr>
      </w:pPr>
      <w:r w:rsidRPr="0003131C">
        <w:rPr>
          <w:rFonts w:cstheme="minorHAnsi"/>
          <w:color w:val="000000" w:themeColor="text1"/>
        </w:rPr>
        <w:t>15.1 Instalação de esquadrias</w:t>
      </w:r>
      <w:proofErr w:type="gramStart"/>
      <w:r w:rsidRPr="0003131C">
        <w:rPr>
          <w:rFonts w:cstheme="minorHAnsi"/>
          <w:color w:val="000000" w:themeColor="text1"/>
        </w:rPr>
        <w:t xml:space="preserve">  </w:t>
      </w:r>
      <w:proofErr w:type="gramEnd"/>
      <w:r w:rsidR="00C77035">
        <w:rPr>
          <w:rFonts w:cstheme="minorHAnsi"/>
          <w:color w:val="000000" w:themeColor="text1"/>
        </w:rPr>
        <w:t>restauradas</w:t>
      </w:r>
    </w:p>
    <w:p w:rsidR="00DC36BE" w:rsidRDefault="0003131C" w:rsidP="009D7543">
      <w:pPr>
        <w:ind w:left="360"/>
        <w:jc w:val="both"/>
        <w:rPr>
          <w:rFonts w:cstheme="minorHAnsi"/>
          <w:color w:val="000000" w:themeColor="text1"/>
        </w:rPr>
      </w:pPr>
      <w:proofErr w:type="gramStart"/>
      <w:r w:rsidRPr="0003131C">
        <w:rPr>
          <w:rFonts w:cstheme="minorHAnsi"/>
          <w:color w:val="000000" w:themeColor="text1"/>
        </w:rPr>
        <w:t>guarda</w:t>
      </w:r>
      <w:proofErr w:type="gramEnd"/>
      <w:r w:rsidRPr="0003131C">
        <w:rPr>
          <w:rFonts w:cstheme="minorHAnsi"/>
          <w:color w:val="000000" w:themeColor="text1"/>
        </w:rPr>
        <w:t xml:space="preserve"> corpo,</w:t>
      </w:r>
      <w:r w:rsidR="003140C0" w:rsidRPr="003140C0">
        <w:rPr>
          <w:rFonts w:cstheme="minorHAnsi"/>
          <w:color w:val="000000" w:themeColor="text1"/>
        </w:rPr>
        <w:t xml:space="preserve"> </w:t>
      </w:r>
      <w:r w:rsidR="003140C0">
        <w:rPr>
          <w:rFonts w:cstheme="minorHAnsi"/>
          <w:color w:val="000000" w:themeColor="text1"/>
        </w:rPr>
        <w:t xml:space="preserve">(22,24 m x 0,70m) </w:t>
      </w:r>
      <w:r w:rsidR="00DC36BE">
        <w:rPr>
          <w:rFonts w:cstheme="minorHAnsi"/>
          <w:color w:val="000000" w:themeColor="text1"/>
        </w:rPr>
        <w:t xml:space="preserve"> 1und</w:t>
      </w:r>
    </w:p>
    <w:p w:rsidR="00DC36BE" w:rsidRDefault="0003131C" w:rsidP="009D7543">
      <w:pPr>
        <w:ind w:left="360"/>
        <w:jc w:val="both"/>
        <w:rPr>
          <w:rFonts w:cstheme="minorHAnsi"/>
          <w:color w:val="000000" w:themeColor="text1"/>
        </w:rPr>
      </w:pPr>
      <w:r w:rsidRPr="0003131C">
        <w:rPr>
          <w:rFonts w:cstheme="minorHAnsi"/>
          <w:color w:val="000000" w:themeColor="text1"/>
        </w:rPr>
        <w:t xml:space="preserve"> </w:t>
      </w:r>
      <w:proofErr w:type="gramStart"/>
      <w:r w:rsidRPr="0003131C">
        <w:rPr>
          <w:rFonts w:cstheme="minorHAnsi"/>
          <w:color w:val="000000" w:themeColor="text1"/>
        </w:rPr>
        <w:t>portão</w:t>
      </w:r>
      <w:proofErr w:type="gramEnd"/>
      <w:r w:rsidRPr="0003131C">
        <w:rPr>
          <w:rFonts w:cstheme="minorHAnsi"/>
          <w:color w:val="000000" w:themeColor="text1"/>
        </w:rPr>
        <w:t xml:space="preserve"> social,</w:t>
      </w:r>
      <w:r w:rsidR="003140C0">
        <w:rPr>
          <w:rFonts w:cstheme="minorHAnsi"/>
          <w:color w:val="000000" w:themeColor="text1"/>
        </w:rPr>
        <w:t xml:space="preserve"> (2,00x2,10</w:t>
      </w:r>
      <w:r w:rsidRPr="0003131C">
        <w:rPr>
          <w:rFonts w:cstheme="minorHAnsi"/>
          <w:color w:val="000000" w:themeColor="text1"/>
        </w:rPr>
        <w:t xml:space="preserve"> </w:t>
      </w:r>
      <w:r w:rsidR="00DC36BE">
        <w:rPr>
          <w:rFonts w:cstheme="minorHAnsi"/>
          <w:color w:val="000000" w:themeColor="text1"/>
        </w:rPr>
        <w:t>1und</w:t>
      </w:r>
    </w:p>
    <w:p w:rsidR="00DC36BE" w:rsidRDefault="00DC36BE" w:rsidP="009D7543">
      <w:pPr>
        <w:ind w:left="360"/>
        <w:jc w:val="both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t>toldo</w:t>
      </w:r>
      <w:proofErr w:type="gramEnd"/>
      <w:r>
        <w:rPr>
          <w:rFonts w:cstheme="minorHAnsi"/>
          <w:color w:val="000000" w:themeColor="text1"/>
        </w:rPr>
        <w:t xml:space="preserve"> </w:t>
      </w:r>
      <w:r w:rsidR="003140C0">
        <w:rPr>
          <w:rFonts w:cstheme="minorHAnsi"/>
          <w:color w:val="000000" w:themeColor="text1"/>
        </w:rPr>
        <w:t xml:space="preserve">guarda sol </w:t>
      </w:r>
      <w:r>
        <w:rPr>
          <w:rFonts w:cstheme="minorHAnsi"/>
          <w:color w:val="000000" w:themeColor="text1"/>
        </w:rPr>
        <w:t>1und</w:t>
      </w:r>
      <w:r w:rsidR="003140C0">
        <w:rPr>
          <w:rFonts w:cstheme="minorHAnsi"/>
          <w:color w:val="000000" w:themeColor="text1"/>
        </w:rPr>
        <w:t xml:space="preserve"> (2m x1m)</w:t>
      </w:r>
    </w:p>
    <w:p w:rsidR="0003131C" w:rsidRPr="0003131C" w:rsidRDefault="00DC36BE" w:rsidP="009D7543">
      <w:pPr>
        <w:ind w:left="360"/>
        <w:jc w:val="both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lastRenderedPageBreak/>
        <w:t>placa</w:t>
      </w:r>
      <w:proofErr w:type="gramEnd"/>
      <w:r>
        <w:rPr>
          <w:rFonts w:cstheme="minorHAnsi"/>
          <w:color w:val="000000" w:themeColor="text1"/>
        </w:rPr>
        <w:t xml:space="preserve"> do colégio</w:t>
      </w:r>
      <w:r w:rsidR="003140C0">
        <w:rPr>
          <w:rFonts w:cstheme="minorHAnsi"/>
          <w:color w:val="000000" w:themeColor="text1"/>
        </w:rPr>
        <w:t xml:space="preserve"> (2m x1m)</w:t>
      </w:r>
      <w:r>
        <w:rPr>
          <w:rFonts w:cstheme="minorHAnsi"/>
          <w:color w:val="000000" w:themeColor="text1"/>
        </w:rPr>
        <w:t xml:space="preserve"> 1und</w:t>
      </w:r>
    </w:p>
    <w:p w:rsidR="00C77035" w:rsidRDefault="00A609A0" w:rsidP="00C77035">
      <w:pPr>
        <w:spacing w:after="0" w:line="240" w:lineRule="auto"/>
        <w:ind w:right="-568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Barra </w:t>
      </w:r>
      <w:proofErr w:type="gramStart"/>
      <w:r>
        <w:rPr>
          <w:rFonts w:ascii="Times New Roman" w:hAnsi="Times New Roman"/>
          <w:b/>
          <w:sz w:val="18"/>
          <w:szCs w:val="18"/>
        </w:rPr>
        <w:t>Mansa,</w:t>
      </w:r>
      <w:proofErr w:type="gramEnd"/>
      <w:r w:rsidR="0003131C">
        <w:rPr>
          <w:rFonts w:ascii="Times New Roman" w:hAnsi="Times New Roman"/>
          <w:b/>
          <w:sz w:val="18"/>
          <w:szCs w:val="18"/>
        </w:rPr>
        <w:t xml:space="preserve">21 de </w:t>
      </w:r>
      <w:r>
        <w:rPr>
          <w:rFonts w:ascii="Times New Roman" w:hAnsi="Times New Roman"/>
          <w:b/>
          <w:sz w:val="18"/>
          <w:szCs w:val="18"/>
        </w:rPr>
        <w:t xml:space="preserve"> Março</w:t>
      </w:r>
      <w:r w:rsidR="009D7543" w:rsidRPr="008076AB">
        <w:rPr>
          <w:rFonts w:ascii="Times New Roman" w:hAnsi="Times New Roman"/>
          <w:b/>
          <w:sz w:val="18"/>
          <w:szCs w:val="18"/>
        </w:rPr>
        <w:t xml:space="preserve"> de 2022</w:t>
      </w:r>
    </w:p>
    <w:p w:rsidR="009D7543" w:rsidRPr="008076AB" w:rsidRDefault="009D7543" w:rsidP="00C77035">
      <w:pPr>
        <w:spacing w:after="0" w:line="240" w:lineRule="auto"/>
        <w:ind w:right="-568"/>
        <w:jc w:val="center"/>
        <w:rPr>
          <w:rFonts w:ascii="Times New Roman" w:hAnsi="Times New Roman"/>
          <w:b/>
          <w:sz w:val="18"/>
          <w:szCs w:val="18"/>
        </w:rPr>
      </w:pPr>
      <w:r w:rsidRPr="008076AB">
        <w:rPr>
          <w:rFonts w:ascii="Times New Roman" w:hAnsi="Times New Roman"/>
          <w:b/>
          <w:sz w:val="18"/>
          <w:szCs w:val="18"/>
        </w:rPr>
        <w:t xml:space="preserve">Engenheiro Civil– Jefferson da Silva Martins Matrícula </w:t>
      </w:r>
      <w:r w:rsidR="00A609A0">
        <w:rPr>
          <w:rFonts w:ascii="Times New Roman" w:hAnsi="Times New Roman"/>
          <w:b/>
          <w:sz w:val="18"/>
          <w:szCs w:val="18"/>
        </w:rPr>
        <w:t>18063</w:t>
      </w:r>
    </w:p>
    <w:p w:rsidR="009D7543" w:rsidRDefault="009D7543" w:rsidP="009D7543">
      <w:pPr>
        <w:ind w:left="360"/>
        <w:jc w:val="both"/>
        <w:rPr>
          <w:rFonts w:cstheme="minorHAnsi"/>
          <w:color w:val="000000" w:themeColor="text1"/>
        </w:rPr>
      </w:pPr>
    </w:p>
    <w:sectPr w:rsidR="009D7543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74" w:rsidRDefault="00304C74" w:rsidP="00DA2EC3">
      <w:pPr>
        <w:spacing w:after="0" w:line="240" w:lineRule="auto"/>
      </w:pPr>
      <w:r>
        <w:separator/>
      </w:r>
    </w:p>
  </w:endnote>
  <w:endnote w:type="continuationSeparator" w:id="0">
    <w:p w:rsidR="00304C74" w:rsidRDefault="00304C74" w:rsidP="00DA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C3" w:rsidRDefault="00DA2EC3">
    <w:pPr>
      <w:pStyle w:val="Rodap"/>
    </w:pPr>
    <w:r>
      <w:rPr>
        <w:i/>
        <w:sz w:val="20"/>
        <w:szCs w:val="20"/>
        <w:lang w:eastAsia="pt-BR"/>
      </w:rPr>
      <w:t>MEMÓRIA DE CÁLCULO DO MURO DE CONTENÇÃO DO</w:t>
    </w:r>
    <w:proofErr w:type="gramStart"/>
    <w:r>
      <w:rPr>
        <w:i/>
        <w:sz w:val="20"/>
        <w:szCs w:val="20"/>
        <w:lang w:eastAsia="pt-BR"/>
      </w:rPr>
      <w:t xml:space="preserve">  </w:t>
    </w:r>
    <w:proofErr w:type="gramEnd"/>
    <w:r>
      <w:rPr>
        <w:i/>
        <w:sz w:val="20"/>
        <w:szCs w:val="20"/>
        <w:lang w:eastAsia="pt-BR"/>
      </w:rPr>
      <w:t>COLÉGIO MUNICIPAL JÚLIO BRANCO</w:t>
    </w:r>
    <w:r w:rsidRPr="00304612">
      <w:rPr>
        <w:i/>
        <w:sz w:val="20"/>
        <w:szCs w:val="20"/>
        <w:lang w:eastAsia="pt-BR"/>
      </w:rPr>
      <w:t xml:space="preserve"> –</w:t>
    </w:r>
    <w:r>
      <w:rPr>
        <w:i/>
        <w:sz w:val="20"/>
        <w:szCs w:val="20"/>
        <w:lang w:eastAsia="pt-BR"/>
      </w:rPr>
      <w:t xml:space="preserve"> KM4 - Rua: Imaculada Conceição nº 1697  , KM4, Barra Mansa - RJ</w:t>
    </w:r>
  </w:p>
  <w:p w:rsidR="00DA2EC3" w:rsidRDefault="00DA2EC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74" w:rsidRDefault="00304C74" w:rsidP="00DA2EC3">
      <w:pPr>
        <w:spacing w:after="0" w:line="240" w:lineRule="auto"/>
      </w:pPr>
      <w:r>
        <w:separator/>
      </w:r>
    </w:p>
  </w:footnote>
  <w:footnote w:type="continuationSeparator" w:id="0">
    <w:p w:rsidR="00304C74" w:rsidRDefault="00304C74" w:rsidP="00DA2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C3" w:rsidRDefault="00DA2EC3" w:rsidP="00DA2EC3">
    <w:pPr>
      <w:pStyle w:val="Cabealho"/>
      <w:ind w:left="-426"/>
    </w:pPr>
    <w:r>
      <w:rPr>
        <w:noProof/>
        <w:lang w:eastAsia="pt-BR"/>
      </w:rPr>
      <w:drawing>
        <wp:inline distT="0" distB="0" distL="0" distR="0" wp14:anchorId="698789C2" wp14:editId="0FBCB5F7">
          <wp:extent cx="5400040" cy="779583"/>
          <wp:effectExtent l="0" t="0" r="0" b="1905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79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5240"/>
    <w:multiLevelType w:val="hybridMultilevel"/>
    <w:tmpl w:val="67CEC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71BE5"/>
    <w:multiLevelType w:val="multilevel"/>
    <w:tmpl w:val="AE6AA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4245119B"/>
    <w:multiLevelType w:val="multilevel"/>
    <w:tmpl w:val="1A800F00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>
    <w:nsid w:val="45870CAA"/>
    <w:multiLevelType w:val="multilevel"/>
    <w:tmpl w:val="317E2B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590561B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C3"/>
    <w:rsid w:val="00000658"/>
    <w:rsid w:val="0003131C"/>
    <w:rsid w:val="00053B69"/>
    <w:rsid w:val="000626A6"/>
    <w:rsid w:val="000757DF"/>
    <w:rsid w:val="000C53F3"/>
    <w:rsid w:val="000F0872"/>
    <w:rsid w:val="00105F6A"/>
    <w:rsid w:val="001572D5"/>
    <w:rsid w:val="001A7067"/>
    <w:rsid w:val="001E4AC3"/>
    <w:rsid w:val="002048CA"/>
    <w:rsid w:val="00276950"/>
    <w:rsid w:val="0030358E"/>
    <w:rsid w:val="00304C74"/>
    <w:rsid w:val="003140C0"/>
    <w:rsid w:val="00344849"/>
    <w:rsid w:val="003B0E00"/>
    <w:rsid w:val="003C14DA"/>
    <w:rsid w:val="0042205E"/>
    <w:rsid w:val="004828D6"/>
    <w:rsid w:val="005B150B"/>
    <w:rsid w:val="00605E59"/>
    <w:rsid w:val="006165FB"/>
    <w:rsid w:val="00647700"/>
    <w:rsid w:val="00653017"/>
    <w:rsid w:val="00682B48"/>
    <w:rsid w:val="00686560"/>
    <w:rsid w:val="006A663B"/>
    <w:rsid w:val="006C2E6E"/>
    <w:rsid w:val="006C3D2C"/>
    <w:rsid w:val="006E6C07"/>
    <w:rsid w:val="00731CAC"/>
    <w:rsid w:val="007C15CC"/>
    <w:rsid w:val="0085367D"/>
    <w:rsid w:val="008D1D9A"/>
    <w:rsid w:val="0093145D"/>
    <w:rsid w:val="0094459E"/>
    <w:rsid w:val="00960BA1"/>
    <w:rsid w:val="00994918"/>
    <w:rsid w:val="009D3B29"/>
    <w:rsid w:val="009D7543"/>
    <w:rsid w:val="00A609A0"/>
    <w:rsid w:val="00A77957"/>
    <w:rsid w:val="00A84143"/>
    <w:rsid w:val="00A86DA4"/>
    <w:rsid w:val="00B24EC5"/>
    <w:rsid w:val="00B52F8F"/>
    <w:rsid w:val="00B8608B"/>
    <w:rsid w:val="00B96F5B"/>
    <w:rsid w:val="00BA7976"/>
    <w:rsid w:val="00BE36EA"/>
    <w:rsid w:val="00C00A4A"/>
    <w:rsid w:val="00C3421A"/>
    <w:rsid w:val="00C34742"/>
    <w:rsid w:val="00C77035"/>
    <w:rsid w:val="00C817F4"/>
    <w:rsid w:val="00CA6DBC"/>
    <w:rsid w:val="00CF2EFE"/>
    <w:rsid w:val="00CF5AD8"/>
    <w:rsid w:val="00D30C4C"/>
    <w:rsid w:val="00D411B5"/>
    <w:rsid w:val="00D9267F"/>
    <w:rsid w:val="00DA2EC3"/>
    <w:rsid w:val="00DC36BE"/>
    <w:rsid w:val="00DD019B"/>
    <w:rsid w:val="00DD1E7B"/>
    <w:rsid w:val="00E0429A"/>
    <w:rsid w:val="00E4031D"/>
    <w:rsid w:val="00F52194"/>
    <w:rsid w:val="00F8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2EC3"/>
  </w:style>
  <w:style w:type="paragraph" w:styleId="Rodap">
    <w:name w:val="footer"/>
    <w:basedOn w:val="Normal"/>
    <w:link w:val="Rodap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2EC3"/>
  </w:style>
  <w:style w:type="paragraph" w:styleId="Textodebalo">
    <w:name w:val="Balloon Text"/>
    <w:basedOn w:val="Normal"/>
    <w:link w:val="TextodebaloChar"/>
    <w:uiPriority w:val="99"/>
    <w:semiHidden/>
    <w:unhideWhenUsed/>
    <w:rsid w:val="00DA2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2EC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2E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2EC3"/>
  </w:style>
  <w:style w:type="paragraph" w:styleId="Rodap">
    <w:name w:val="footer"/>
    <w:basedOn w:val="Normal"/>
    <w:link w:val="Rodap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2EC3"/>
  </w:style>
  <w:style w:type="paragraph" w:styleId="Textodebalo">
    <w:name w:val="Balloon Text"/>
    <w:basedOn w:val="Normal"/>
    <w:link w:val="TextodebaloChar"/>
    <w:uiPriority w:val="99"/>
    <w:semiHidden/>
    <w:unhideWhenUsed/>
    <w:rsid w:val="00DA2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2EC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2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977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Jefferson da Silva Martins</dc:creator>
  <cp:lastModifiedBy>Jefferson da Silva Martins</cp:lastModifiedBy>
  <cp:revision>16</cp:revision>
  <dcterms:created xsi:type="dcterms:W3CDTF">2022-03-21T17:55:00Z</dcterms:created>
  <dcterms:modified xsi:type="dcterms:W3CDTF">2022-03-30T12:33:00Z</dcterms:modified>
</cp:coreProperties>
</file>